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AF8BC" w14:textId="7476194A" w:rsidR="003E1228" w:rsidRPr="003E1228" w:rsidRDefault="00997F14" w:rsidP="003E1228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4FE4258A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E1228" w:rsidRPr="003E1228">
        <w:rPr>
          <w:rFonts w:ascii="Corbel" w:hAnsi="Corbel"/>
          <w:bCs/>
          <w:i/>
          <w:lang w:eastAsia="ar-SA"/>
        </w:rPr>
        <w:t xml:space="preserve">Załącznik nr 1.5 do Zarządzenia Rektora UR </w:t>
      </w:r>
      <w:r w:rsidR="00997181" w:rsidRPr="00997181">
        <w:rPr>
          <w:rFonts w:ascii="Corbel" w:hAnsi="Corbel"/>
          <w:bCs/>
          <w:i/>
          <w:lang w:eastAsia="ar-SA"/>
        </w:rPr>
        <w:t>nr 61/2025</w:t>
      </w:r>
    </w:p>
    <w:p w14:paraId="0F6515E6" w14:textId="77777777" w:rsidR="003E1228" w:rsidRPr="003E1228" w:rsidRDefault="003E1228" w:rsidP="003E1228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3E1228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3405C49D" w14:textId="4B357AE4" w:rsidR="003E1228" w:rsidRPr="003E1228" w:rsidRDefault="003E1228" w:rsidP="003E1228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3E1228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997181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3E1228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997181">
        <w:rPr>
          <w:rFonts w:ascii="Corbel" w:hAnsi="Corbel"/>
          <w:b/>
          <w:smallCaps/>
          <w:sz w:val="24"/>
          <w:szCs w:val="24"/>
          <w:lang w:eastAsia="ar-SA"/>
        </w:rPr>
        <w:t>8</w:t>
      </w:r>
    </w:p>
    <w:p w14:paraId="5C548D61" w14:textId="77777777" w:rsidR="003E1228" w:rsidRPr="003E1228" w:rsidRDefault="003E1228" w:rsidP="003E1228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3E1228">
        <w:rPr>
          <w:rFonts w:ascii="Corbel" w:hAnsi="Corbel"/>
          <w:i/>
          <w:sz w:val="20"/>
          <w:szCs w:val="20"/>
          <w:lang w:eastAsia="ar-SA"/>
        </w:rPr>
        <w:t>(skrajne daty</w:t>
      </w:r>
      <w:r w:rsidRPr="003E1228">
        <w:rPr>
          <w:rFonts w:ascii="Corbel" w:hAnsi="Corbel"/>
          <w:sz w:val="20"/>
          <w:szCs w:val="20"/>
          <w:lang w:eastAsia="ar-SA"/>
        </w:rPr>
        <w:t>)</w:t>
      </w:r>
    </w:p>
    <w:p w14:paraId="3D4C25BC" w14:textId="6A27A210" w:rsidR="003E1228" w:rsidRPr="003E1228" w:rsidRDefault="003E1228" w:rsidP="003E1228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3E1228">
        <w:rPr>
          <w:rFonts w:ascii="Corbel" w:hAnsi="Corbel"/>
          <w:sz w:val="20"/>
          <w:szCs w:val="20"/>
          <w:lang w:eastAsia="ar-SA"/>
        </w:rPr>
        <w:t>Rok akademicki 202</w:t>
      </w:r>
      <w:r w:rsidR="00997181">
        <w:rPr>
          <w:rFonts w:ascii="Corbel" w:hAnsi="Corbel"/>
          <w:sz w:val="20"/>
          <w:szCs w:val="20"/>
          <w:lang w:eastAsia="ar-SA"/>
        </w:rPr>
        <w:t>7</w:t>
      </w:r>
      <w:r w:rsidRPr="003E1228">
        <w:rPr>
          <w:rFonts w:ascii="Corbel" w:hAnsi="Corbel"/>
          <w:sz w:val="20"/>
          <w:szCs w:val="20"/>
          <w:lang w:eastAsia="ar-SA"/>
        </w:rPr>
        <w:t>/202</w:t>
      </w:r>
      <w:r w:rsidR="00997181">
        <w:rPr>
          <w:rFonts w:ascii="Corbel" w:hAnsi="Corbel"/>
          <w:sz w:val="20"/>
          <w:szCs w:val="20"/>
          <w:lang w:eastAsia="ar-SA"/>
        </w:rPr>
        <w:t>8</w:t>
      </w:r>
    </w:p>
    <w:p w14:paraId="04B7B737" w14:textId="77777777" w:rsidR="003E1228" w:rsidRDefault="003E122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B2EFB13" w14:textId="2D5082D4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88273FA" w14:textId="77777777" w:rsidTr="32D4C07C">
        <w:tc>
          <w:tcPr>
            <w:tcW w:w="2694" w:type="dxa"/>
            <w:vAlign w:val="center"/>
          </w:tcPr>
          <w:p w14:paraId="1462DE5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FF9AD84" w14:textId="7A5C4451" w:rsidR="0085747A" w:rsidRPr="009C54AE" w:rsidRDefault="005B5B0C" w:rsidP="32D4C07C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32D4C07C">
              <w:rPr>
                <w:rFonts w:ascii="Corbel" w:hAnsi="Corbel"/>
                <w:bCs/>
                <w:sz w:val="24"/>
                <w:szCs w:val="24"/>
              </w:rPr>
              <w:t>Systemy ustrojowe wybranych państw Europy Środkowo-Wschodniej</w:t>
            </w:r>
          </w:p>
        </w:tc>
      </w:tr>
      <w:tr w:rsidR="0085747A" w:rsidRPr="009C54AE" w14:paraId="4DD8B71D" w14:textId="77777777" w:rsidTr="32D4C07C">
        <w:tc>
          <w:tcPr>
            <w:tcW w:w="2694" w:type="dxa"/>
            <w:vAlign w:val="center"/>
          </w:tcPr>
          <w:p w14:paraId="5FA7FB2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A5C3136" w14:textId="5680AAE9" w:rsidR="0085747A" w:rsidRPr="007322D4" w:rsidRDefault="007322D4" w:rsidP="007322D4">
            <w:pPr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7322D4">
              <w:rPr>
                <w:rFonts w:ascii="Corbel" w:hAnsi="Corbel" w:cs="Calibri"/>
                <w:sz w:val="24"/>
                <w:szCs w:val="24"/>
              </w:rPr>
              <w:t>ASO 61</w:t>
            </w:r>
          </w:p>
        </w:tc>
      </w:tr>
      <w:tr w:rsidR="007322D4" w:rsidRPr="009C54AE" w14:paraId="636CA803" w14:textId="77777777" w:rsidTr="32D4C07C">
        <w:tc>
          <w:tcPr>
            <w:tcW w:w="2694" w:type="dxa"/>
            <w:vAlign w:val="center"/>
          </w:tcPr>
          <w:p w14:paraId="0DF5ACDA" w14:textId="77777777" w:rsidR="007322D4" w:rsidRPr="009C54AE" w:rsidRDefault="007322D4" w:rsidP="007322D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4F4EE74" w14:textId="721D8EAD" w:rsidR="007322D4" w:rsidRPr="009C54AE" w:rsidRDefault="00E52197" w:rsidP="32D4C0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Prawa i Administracji </w:t>
            </w:r>
            <w:r w:rsidR="006B1D85" w:rsidRPr="32D4C07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7322D4" w:rsidRPr="009C54AE" w14:paraId="71942288" w14:textId="77777777" w:rsidTr="32D4C07C">
        <w:tc>
          <w:tcPr>
            <w:tcW w:w="2694" w:type="dxa"/>
            <w:vAlign w:val="center"/>
          </w:tcPr>
          <w:p w14:paraId="5A766D0E" w14:textId="77777777" w:rsidR="007322D4" w:rsidRPr="009C54AE" w:rsidRDefault="007322D4" w:rsidP="007322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C42967E" w14:textId="72F787C5" w:rsidR="007322D4" w:rsidRPr="009C54AE" w:rsidRDefault="00E46692" w:rsidP="32D4C0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2D4C07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Zakład Ustrojów Państw Europejskich </w:t>
            </w:r>
          </w:p>
        </w:tc>
      </w:tr>
      <w:tr w:rsidR="007322D4" w:rsidRPr="009C54AE" w14:paraId="3BB144F5" w14:textId="77777777" w:rsidTr="32D4C07C">
        <w:tc>
          <w:tcPr>
            <w:tcW w:w="2694" w:type="dxa"/>
            <w:vAlign w:val="center"/>
          </w:tcPr>
          <w:p w14:paraId="5AFDB58A" w14:textId="77777777" w:rsidR="007322D4" w:rsidRPr="009C54AE" w:rsidRDefault="007322D4" w:rsidP="007322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2A4BF8" w14:textId="55C8A6A5" w:rsidR="007322D4" w:rsidRPr="009C54AE" w:rsidRDefault="007322D4" w:rsidP="007322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5C1A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7322D4" w:rsidRPr="009C54AE" w14:paraId="34F7B7BE" w14:textId="77777777" w:rsidTr="32D4C07C">
        <w:tc>
          <w:tcPr>
            <w:tcW w:w="2694" w:type="dxa"/>
            <w:vAlign w:val="center"/>
          </w:tcPr>
          <w:p w14:paraId="1AAF3902" w14:textId="77777777" w:rsidR="007322D4" w:rsidRPr="009C54AE" w:rsidRDefault="007322D4" w:rsidP="007322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2AB893" w14:textId="2BDDBF2A" w:rsidR="007322D4" w:rsidRPr="009C54AE" w:rsidRDefault="007322D4" w:rsidP="007322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I stopnia </w:t>
            </w:r>
          </w:p>
        </w:tc>
      </w:tr>
      <w:tr w:rsidR="007322D4" w:rsidRPr="009C54AE" w14:paraId="3BE005C2" w14:textId="77777777" w:rsidTr="32D4C07C">
        <w:tc>
          <w:tcPr>
            <w:tcW w:w="2694" w:type="dxa"/>
            <w:vAlign w:val="center"/>
          </w:tcPr>
          <w:p w14:paraId="1E50D3C9" w14:textId="77777777" w:rsidR="007322D4" w:rsidRPr="009C54AE" w:rsidRDefault="007322D4" w:rsidP="007322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D97EBE" w14:textId="1FDEC7D0" w:rsidR="007322D4" w:rsidRPr="009C54AE" w:rsidRDefault="007322D4" w:rsidP="007322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3483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322D4" w:rsidRPr="009C54AE" w14:paraId="261D7C37" w14:textId="77777777" w:rsidTr="32D4C07C">
        <w:tc>
          <w:tcPr>
            <w:tcW w:w="2694" w:type="dxa"/>
            <w:vAlign w:val="center"/>
          </w:tcPr>
          <w:p w14:paraId="1C49A8F0" w14:textId="77777777" w:rsidR="007322D4" w:rsidRPr="009C54AE" w:rsidRDefault="007322D4" w:rsidP="007322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0E2C146" w14:textId="720EAD09" w:rsidR="007322D4" w:rsidRPr="009C54AE" w:rsidRDefault="007322D4" w:rsidP="007322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B1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322D4" w:rsidRPr="009C54AE" w14:paraId="060E9E72" w14:textId="77777777" w:rsidTr="32D4C07C">
        <w:tc>
          <w:tcPr>
            <w:tcW w:w="2694" w:type="dxa"/>
            <w:vAlign w:val="center"/>
          </w:tcPr>
          <w:p w14:paraId="5432FF07" w14:textId="77777777" w:rsidR="007322D4" w:rsidRPr="009C54AE" w:rsidRDefault="007322D4" w:rsidP="007322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36EA076" w14:textId="643156AD" w:rsidR="007322D4" w:rsidRPr="009C54AE" w:rsidRDefault="007322D4" w:rsidP="007322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III, semestr VI</w:t>
            </w:r>
          </w:p>
        </w:tc>
      </w:tr>
      <w:tr w:rsidR="007322D4" w:rsidRPr="009C54AE" w14:paraId="2D9C035C" w14:textId="77777777" w:rsidTr="32D4C07C">
        <w:tc>
          <w:tcPr>
            <w:tcW w:w="2694" w:type="dxa"/>
            <w:vAlign w:val="center"/>
          </w:tcPr>
          <w:p w14:paraId="79E12B24" w14:textId="77777777" w:rsidR="007322D4" w:rsidRPr="009C54AE" w:rsidRDefault="007322D4" w:rsidP="007322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40F8F7" w14:textId="657D1748" w:rsidR="007322D4" w:rsidRPr="009C54AE" w:rsidRDefault="007322D4" w:rsidP="007322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2D06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7322D4" w:rsidRPr="009C54AE" w14:paraId="3042BCC3" w14:textId="77777777" w:rsidTr="32D4C07C">
        <w:tc>
          <w:tcPr>
            <w:tcW w:w="2694" w:type="dxa"/>
            <w:vAlign w:val="center"/>
          </w:tcPr>
          <w:p w14:paraId="55399BEA" w14:textId="77777777" w:rsidR="007322D4" w:rsidRPr="009C54AE" w:rsidRDefault="007322D4" w:rsidP="007322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1F4264" w14:textId="10210F3B" w:rsidR="007322D4" w:rsidRPr="009C54AE" w:rsidRDefault="007322D4" w:rsidP="007322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7322D4" w:rsidRPr="00E52197" w14:paraId="3B58BFED" w14:textId="77777777" w:rsidTr="32D4C07C">
        <w:tc>
          <w:tcPr>
            <w:tcW w:w="2694" w:type="dxa"/>
            <w:vAlign w:val="center"/>
          </w:tcPr>
          <w:p w14:paraId="0B5054CB" w14:textId="77777777" w:rsidR="007322D4" w:rsidRPr="009C54AE" w:rsidRDefault="007322D4" w:rsidP="007322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D19BF5" w14:textId="2BB1B22E" w:rsidR="007322D4" w:rsidRPr="003E1228" w:rsidRDefault="00E058CD" w:rsidP="007322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E058CD">
              <w:rPr>
                <w:rFonts w:ascii="Corbel" w:hAnsi="Corbel"/>
                <w:b w:val="0"/>
                <w:sz w:val="24"/>
                <w:szCs w:val="24"/>
                <w:lang w:val="en-US"/>
              </w:rPr>
              <w:t>dr hab. Viktoriya Serzhanova, prof. UR</w:t>
            </w:r>
          </w:p>
        </w:tc>
      </w:tr>
      <w:tr w:rsidR="00404378" w:rsidRPr="00E52197" w14:paraId="0FD4E472" w14:textId="77777777" w:rsidTr="32D4C07C">
        <w:tc>
          <w:tcPr>
            <w:tcW w:w="2694" w:type="dxa"/>
            <w:vAlign w:val="center"/>
          </w:tcPr>
          <w:p w14:paraId="56C7AA3B" w14:textId="77777777" w:rsidR="00404378" w:rsidRPr="009C54AE" w:rsidRDefault="00404378" w:rsidP="004043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B891318" w14:textId="77777777" w:rsidR="003D6286" w:rsidRPr="003D6286" w:rsidRDefault="003D6286" w:rsidP="003D6286">
            <w:pPr>
              <w:widowControl w:val="0"/>
              <w:suppressAutoHyphens/>
              <w:spacing w:after="0" w:line="240" w:lineRule="auto"/>
              <w:rPr>
                <w:rFonts w:ascii="Corbel" w:hAnsi="Corbel" w:cs="Tahoma"/>
                <w:sz w:val="24"/>
                <w:lang w:val="fr-FR"/>
              </w:rPr>
            </w:pPr>
            <w:r w:rsidRPr="003D6286">
              <w:rPr>
                <w:rFonts w:ascii="Corbel" w:hAnsi="Corbel" w:cs="Tahoma"/>
                <w:sz w:val="24"/>
                <w:lang w:val="fr-FR"/>
              </w:rPr>
              <w:t>dr hab. Viktoriya Serzhanova, prof. UR</w:t>
            </w:r>
          </w:p>
          <w:p w14:paraId="44DA900C" w14:textId="1A44E1F0" w:rsidR="00404378" w:rsidRPr="003D6286" w:rsidRDefault="003D6286" w:rsidP="00C2644A">
            <w:pPr>
              <w:widowControl w:val="0"/>
              <w:suppressAutoHyphens/>
              <w:spacing w:after="0" w:line="240" w:lineRule="auto"/>
              <w:rPr>
                <w:rFonts w:ascii="Corbel" w:hAnsi="Corbel" w:cs="Tahoma"/>
                <w:sz w:val="24"/>
                <w:lang w:val="fr-FR"/>
              </w:rPr>
            </w:pPr>
            <w:r w:rsidRPr="003D6286">
              <w:rPr>
                <w:rFonts w:ascii="Corbel" w:hAnsi="Corbel" w:cs="Tahoma"/>
                <w:sz w:val="24"/>
                <w:lang w:val="fr-FR"/>
              </w:rPr>
              <w:t>dr Jan Plis</w:t>
            </w:r>
            <w:r w:rsidR="00C2644A">
              <w:rPr>
                <w:rFonts w:ascii="Corbel" w:hAnsi="Corbel" w:cs="Tahoma"/>
                <w:sz w:val="24"/>
                <w:lang w:val="fr-FR"/>
              </w:rPr>
              <w:t xml:space="preserve">, </w:t>
            </w:r>
            <w:r w:rsidRPr="003D6286">
              <w:rPr>
                <w:rFonts w:ascii="Corbel" w:hAnsi="Corbel" w:cs="Tahoma"/>
                <w:sz w:val="24"/>
                <w:lang w:val="fr-FR"/>
              </w:rPr>
              <w:t>dr Krystian Nowak</w:t>
            </w:r>
          </w:p>
        </w:tc>
      </w:tr>
    </w:tbl>
    <w:p w14:paraId="754C92D9" w14:textId="77777777" w:rsidR="0085747A" w:rsidRDefault="0085747A" w:rsidP="00C2644A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98523CA" w14:textId="77777777" w:rsidR="00C2644A" w:rsidRPr="009C54AE" w:rsidRDefault="00C2644A" w:rsidP="00C2644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10A28A" w14:textId="13BAD64D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C2644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413870E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930"/>
        <w:gridCol w:w="722"/>
        <w:gridCol w:w="821"/>
        <w:gridCol w:w="763"/>
        <w:gridCol w:w="949"/>
        <w:gridCol w:w="1190"/>
        <w:gridCol w:w="1504"/>
      </w:tblGrid>
      <w:tr w:rsidR="00015B8F" w:rsidRPr="009C54AE" w14:paraId="70517665" w14:textId="77777777" w:rsidTr="00C2644A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F6565" w14:textId="77777777" w:rsidR="00015B8F" w:rsidRDefault="00015B8F" w:rsidP="00C264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9F19E9E" w14:textId="77777777" w:rsidR="00015B8F" w:rsidRPr="009C54AE" w:rsidRDefault="002B5EA0" w:rsidP="00C264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F05D1" w14:textId="77777777" w:rsidR="00015B8F" w:rsidRPr="009C54AE" w:rsidRDefault="00015B8F" w:rsidP="00C264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EE46A" w14:textId="77777777" w:rsidR="00015B8F" w:rsidRPr="009C54AE" w:rsidRDefault="00015B8F" w:rsidP="00C264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D86E8" w14:textId="77777777" w:rsidR="00015B8F" w:rsidRPr="009C54AE" w:rsidRDefault="00015B8F" w:rsidP="00C264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D484C" w14:textId="77777777" w:rsidR="00015B8F" w:rsidRPr="009C54AE" w:rsidRDefault="00015B8F" w:rsidP="00C264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B7987" w14:textId="77777777" w:rsidR="00015B8F" w:rsidRPr="009C54AE" w:rsidRDefault="00015B8F" w:rsidP="00C264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21BCB" w14:textId="77777777" w:rsidR="00015B8F" w:rsidRPr="009C54AE" w:rsidRDefault="00015B8F" w:rsidP="00C264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0F5DE" w14:textId="77777777" w:rsidR="00015B8F" w:rsidRPr="009C54AE" w:rsidRDefault="00015B8F" w:rsidP="00C264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50530" w14:textId="77777777" w:rsidR="00015B8F" w:rsidRPr="009C54AE" w:rsidRDefault="00015B8F" w:rsidP="00C264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4DD7B" w14:textId="77777777" w:rsidR="00015B8F" w:rsidRPr="007322D4" w:rsidRDefault="00015B8F" w:rsidP="00C264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Cs/>
                <w:szCs w:val="24"/>
              </w:rPr>
            </w:pPr>
            <w:r w:rsidRPr="007322D4">
              <w:rPr>
                <w:rFonts w:ascii="Corbel" w:hAnsi="Corbel"/>
                <w:bCs/>
                <w:szCs w:val="24"/>
              </w:rPr>
              <w:t>Liczba pkt</w:t>
            </w:r>
            <w:r w:rsidR="00B90885" w:rsidRPr="007322D4">
              <w:rPr>
                <w:rFonts w:ascii="Corbel" w:hAnsi="Corbel"/>
                <w:bCs/>
                <w:szCs w:val="24"/>
              </w:rPr>
              <w:t>.</w:t>
            </w:r>
            <w:r w:rsidRPr="007322D4">
              <w:rPr>
                <w:rFonts w:ascii="Corbel" w:hAnsi="Corbel"/>
                <w:bCs/>
                <w:szCs w:val="24"/>
              </w:rPr>
              <w:t xml:space="preserve"> ECTS</w:t>
            </w:r>
          </w:p>
        </w:tc>
      </w:tr>
      <w:tr w:rsidR="00015B8F" w:rsidRPr="009C54AE" w14:paraId="44304282" w14:textId="77777777" w:rsidTr="00C2644A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8022C" w14:textId="51E0519F" w:rsidR="00015B8F" w:rsidRPr="009C54AE" w:rsidRDefault="0073303B" w:rsidP="00C264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800A9" w14:textId="77777777" w:rsidR="00015B8F" w:rsidRPr="009C54AE" w:rsidRDefault="00015B8F" w:rsidP="00C264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E59D1" w14:textId="77777777" w:rsidR="00015B8F" w:rsidRPr="009C54AE" w:rsidRDefault="00015B8F" w:rsidP="00C264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889E8" w14:textId="2A2218EA" w:rsidR="00015B8F" w:rsidRPr="009C54AE" w:rsidRDefault="62E56754" w:rsidP="00C264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2D4C07C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6119" w14:textId="77777777" w:rsidR="00015B8F" w:rsidRPr="009C54AE" w:rsidRDefault="00015B8F" w:rsidP="00C264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CD16C" w14:textId="77777777" w:rsidR="00015B8F" w:rsidRPr="009C54AE" w:rsidRDefault="00015B8F" w:rsidP="00C264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182A" w14:textId="77777777" w:rsidR="00015B8F" w:rsidRPr="009C54AE" w:rsidRDefault="00015B8F" w:rsidP="00C264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EDE2" w14:textId="77777777" w:rsidR="00015B8F" w:rsidRPr="009C54AE" w:rsidRDefault="00015B8F" w:rsidP="00C264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4BCC9" w14:textId="77777777" w:rsidR="00015B8F" w:rsidRPr="009C54AE" w:rsidRDefault="00015B8F" w:rsidP="00C264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B4203" w14:textId="40E74472" w:rsidR="00015B8F" w:rsidRPr="009C54AE" w:rsidRDefault="007322D4" w:rsidP="00C264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E31E33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F62E9BA" w14:textId="40BFD12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177440B3" w14:textId="77777777" w:rsidR="00C2644A" w:rsidRPr="009C54AE" w:rsidRDefault="00C2644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0AD4995" w14:textId="5AB0EB59" w:rsidR="0085747A" w:rsidRPr="009C54AE" w:rsidRDefault="00C2644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2644A">
        <w:rPr>
          <w:rFonts w:ascii="Corbel" w:hAnsi="Corbel"/>
          <w:bCs/>
          <w:smallCaps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2EC97C6" w14:textId="5041A174" w:rsidR="0085747A" w:rsidRPr="009C54AE" w:rsidRDefault="00C2644A" w:rsidP="32D4C07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 xml:space="preserve">    </w:t>
      </w:r>
      <w:r w:rsidR="0085747A" w:rsidRPr="32D4C07C">
        <w:rPr>
          <w:rFonts w:ascii="Corbel" w:hAnsi="Corbel"/>
          <w:b w:val="0"/>
          <w:smallCaps w:val="0"/>
        </w:rPr>
        <w:t>zajęcia realizowane z wykorzystaniem metod i technik kształcenia na odległość</w:t>
      </w:r>
    </w:p>
    <w:p w14:paraId="498734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FE0348" w14:textId="08F25FBF" w:rsidR="00E22FBC" w:rsidRPr="009C54AE" w:rsidRDefault="00E22FBC" w:rsidP="4FE4258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FE4258A">
        <w:rPr>
          <w:rFonts w:ascii="Corbel" w:hAnsi="Corbel"/>
          <w:smallCaps w:val="0"/>
        </w:rPr>
        <w:t>1.3</w:t>
      </w:r>
      <w:r w:rsidR="00C2644A">
        <w:rPr>
          <w:rFonts w:ascii="Corbel" w:hAnsi="Corbel"/>
          <w:smallCaps w:val="0"/>
        </w:rPr>
        <w:t>.</w:t>
      </w:r>
      <w:r w:rsidRPr="4FE4258A">
        <w:rPr>
          <w:rFonts w:ascii="Corbel" w:hAnsi="Corbel"/>
          <w:smallCaps w:val="0"/>
        </w:rPr>
        <w:t xml:space="preserve"> For</w:t>
      </w:r>
      <w:r w:rsidR="00445970" w:rsidRPr="4FE4258A">
        <w:rPr>
          <w:rFonts w:ascii="Corbel" w:hAnsi="Corbel"/>
          <w:smallCaps w:val="0"/>
        </w:rPr>
        <w:t xml:space="preserve">ma zaliczenia przedmiotu </w:t>
      </w:r>
      <w:r w:rsidRPr="4FE4258A">
        <w:rPr>
          <w:rFonts w:ascii="Corbel" w:hAnsi="Corbel"/>
          <w:smallCaps w:val="0"/>
        </w:rPr>
        <w:t xml:space="preserve">(z toku) </w:t>
      </w:r>
      <w:r w:rsidRPr="4FE4258A">
        <w:rPr>
          <w:rFonts w:ascii="Corbel" w:hAnsi="Corbel"/>
          <w:b w:val="0"/>
          <w:smallCaps w:val="0"/>
        </w:rPr>
        <w:t>(egzamin, zaliczenie z oceną, zaliczenie bez oceny)</w:t>
      </w:r>
    </w:p>
    <w:p w14:paraId="48255030" w14:textId="554FD8EF" w:rsidR="00776F46" w:rsidRDefault="00776F4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F54884" w14:textId="543D6572" w:rsidR="00E960BB" w:rsidRPr="00C2644A" w:rsidRDefault="00C2644A" w:rsidP="00C2644A">
      <w:pPr>
        <w:pStyle w:val="Punktygwne"/>
        <w:spacing w:before="0" w:after="0"/>
        <w:ind w:left="742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 - </w:t>
      </w:r>
      <w:r w:rsidR="00776F46" w:rsidRPr="00C2644A">
        <w:rPr>
          <w:rFonts w:ascii="Corbel" w:hAnsi="Corbel"/>
          <w:b w:val="0"/>
          <w:smallCaps w:val="0"/>
          <w:szCs w:val="24"/>
        </w:rPr>
        <w:t>zaliczenie z oceną</w:t>
      </w:r>
    </w:p>
    <w:p w14:paraId="4AB0F7BC" w14:textId="77777777" w:rsidR="00776F46" w:rsidRDefault="00776F4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EBE1FF" w14:textId="1223C1E0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32D4C07C">
        <w:rPr>
          <w:rFonts w:ascii="Corbel" w:hAnsi="Corbel"/>
        </w:rPr>
        <w:t>2.</w:t>
      </w:r>
      <w:r w:rsidR="00C2644A">
        <w:rPr>
          <w:rFonts w:ascii="Corbel" w:hAnsi="Corbel"/>
        </w:rPr>
        <w:t xml:space="preserve"> </w:t>
      </w:r>
      <w:r w:rsidRPr="32D4C07C">
        <w:rPr>
          <w:rFonts w:ascii="Corbel" w:hAnsi="Corbel"/>
        </w:rPr>
        <w:t xml:space="preserve">Wymagania wstępne </w:t>
      </w:r>
    </w:p>
    <w:p w14:paraId="53052D66" w14:textId="428AF090" w:rsidR="32D4C07C" w:rsidRDefault="32D4C07C" w:rsidP="32D4C07C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95C9D7" w14:textId="77777777" w:rsidTr="32D4C07C">
        <w:tc>
          <w:tcPr>
            <w:tcW w:w="9670" w:type="dxa"/>
          </w:tcPr>
          <w:p w14:paraId="5A4336AF" w14:textId="3FF3613E" w:rsidR="0085747A" w:rsidRPr="009C54AE" w:rsidRDefault="00776F46" w:rsidP="32D4C07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32D4C07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Brak </w:t>
            </w:r>
          </w:p>
        </w:tc>
      </w:tr>
    </w:tbl>
    <w:p w14:paraId="106D170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18F375" w14:textId="71E0D7CE" w:rsidR="0085747A" w:rsidRPr="00C05F44" w:rsidRDefault="003E1228" w:rsidP="4FE4258A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br w:type="column"/>
      </w:r>
      <w:r w:rsidR="0071620A" w:rsidRPr="4FE4258A">
        <w:rPr>
          <w:rFonts w:ascii="Corbel" w:hAnsi="Corbel"/>
        </w:rPr>
        <w:lastRenderedPageBreak/>
        <w:t>3.</w:t>
      </w:r>
      <w:r w:rsidR="0085747A" w:rsidRPr="4FE4258A">
        <w:rPr>
          <w:rFonts w:ascii="Corbel" w:hAnsi="Corbel"/>
        </w:rPr>
        <w:t xml:space="preserve"> </w:t>
      </w:r>
      <w:r w:rsidR="00A84C85" w:rsidRPr="4FE4258A">
        <w:rPr>
          <w:rFonts w:ascii="Corbel" w:hAnsi="Corbel"/>
        </w:rPr>
        <w:t>cele, efekty uczenia się</w:t>
      </w:r>
      <w:r w:rsidR="0085747A" w:rsidRPr="4FE4258A">
        <w:rPr>
          <w:rFonts w:ascii="Corbel" w:hAnsi="Corbel"/>
        </w:rPr>
        <w:t>, treści Programowe i stosowane metody Dydaktyczne</w:t>
      </w:r>
    </w:p>
    <w:p w14:paraId="0C40A4C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FE0E8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B803FA2" w14:textId="77777777" w:rsidR="00F83B28" w:rsidRPr="00C2644A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15467D" w:rsidRPr="009C54AE" w14:paraId="470F688B" w14:textId="77777777" w:rsidTr="00C2644A">
        <w:tc>
          <w:tcPr>
            <w:tcW w:w="844" w:type="dxa"/>
            <w:vAlign w:val="center"/>
          </w:tcPr>
          <w:p w14:paraId="7C549CE7" w14:textId="4DFED55C" w:rsidR="0015467D" w:rsidRPr="009C54AE" w:rsidRDefault="0015467D" w:rsidP="00C2644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6" w:type="dxa"/>
            <w:vAlign w:val="center"/>
          </w:tcPr>
          <w:p w14:paraId="03B4B84F" w14:textId="219CD449" w:rsidR="0015467D" w:rsidRPr="009C54AE" w:rsidRDefault="0015467D" w:rsidP="00C264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18E5">
              <w:rPr>
                <w:rFonts w:ascii="Corbel" w:hAnsi="Corbel"/>
                <w:b w:val="0"/>
                <w:sz w:val="24"/>
                <w:szCs w:val="24"/>
              </w:rPr>
              <w:t xml:space="preserve">Zajęcia mają na celu zapoznanie studentów z problematyką współczesnych rozwiązań ustrojowych w </w:t>
            </w:r>
            <w:r w:rsidRPr="0015467D">
              <w:rPr>
                <w:rFonts w:ascii="Corbel" w:hAnsi="Corbel"/>
                <w:b w:val="0"/>
                <w:sz w:val="24"/>
                <w:szCs w:val="24"/>
              </w:rPr>
              <w:t>państw</w:t>
            </w:r>
            <w:r>
              <w:rPr>
                <w:rFonts w:ascii="Corbel" w:hAnsi="Corbel"/>
                <w:b w:val="0"/>
                <w:sz w:val="24"/>
                <w:szCs w:val="24"/>
              </w:rPr>
              <w:t>ach</w:t>
            </w:r>
            <w:r w:rsidRPr="0015467D">
              <w:rPr>
                <w:rFonts w:ascii="Corbel" w:hAnsi="Corbel"/>
                <w:b w:val="0"/>
                <w:sz w:val="24"/>
                <w:szCs w:val="24"/>
              </w:rPr>
              <w:t xml:space="preserve"> Europy Środkowo-Wschodniej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6818E5">
              <w:rPr>
                <w:rFonts w:ascii="Corbel" w:hAnsi="Corbel"/>
                <w:b w:val="0"/>
                <w:sz w:val="24"/>
                <w:szCs w:val="24"/>
              </w:rPr>
              <w:t>a w szczególności z organizacją, kompetencjami oraz zasadami funkcjonowania instytucji ustrojowych oraz naczelnych organów państwowych i ich wzajemnych relacji.</w:t>
            </w:r>
          </w:p>
        </w:tc>
      </w:tr>
      <w:tr w:rsidR="0015467D" w:rsidRPr="009C54AE" w14:paraId="5D9AEFB6" w14:textId="77777777" w:rsidTr="00C2644A">
        <w:tc>
          <w:tcPr>
            <w:tcW w:w="844" w:type="dxa"/>
            <w:vAlign w:val="center"/>
          </w:tcPr>
          <w:p w14:paraId="352A7F07" w14:textId="77777777" w:rsidR="0015467D" w:rsidRPr="009C54AE" w:rsidRDefault="0015467D" w:rsidP="00C2644A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3A5803EA" w14:textId="7A257330" w:rsidR="0015467D" w:rsidRPr="009C54AE" w:rsidRDefault="0015467D" w:rsidP="00C264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4FE4258A">
              <w:rPr>
                <w:rFonts w:ascii="Corbel" w:hAnsi="Corbel"/>
                <w:b w:val="0"/>
                <w:sz w:val="24"/>
                <w:szCs w:val="24"/>
              </w:rPr>
              <w:t xml:space="preserve">Zapoznanie studentów z organizacją, kompetencjami oraz zasadami funkcjonowania instytucji ustrojowych w </w:t>
            </w:r>
            <w:r w:rsidR="006E773C" w:rsidRPr="4FE4258A">
              <w:rPr>
                <w:rFonts w:ascii="Corbel" w:hAnsi="Corbel"/>
                <w:b w:val="0"/>
                <w:sz w:val="24"/>
                <w:szCs w:val="24"/>
              </w:rPr>
              <w:t xml:space="preserve">państwach Europy Środkowo-Wschodniej. </w:t>
            </w:r>
          </w:p>
        </w:tc>
      </w:tr>
    </w:tbl>
    <w:p w14:paraId="4DE80B73" w14:textId="2BCFDE9B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0C14C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C8582D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A4442A" w:rsidRPr="009C54AE" w14:paraId="6791C137" w14:textId="77777777" w:rsidTr="4FE4258A">
        <w:tc>
          <w:tcPr>
            <w:tcW w:w="1681" w:type="dxa"/>
            <w:vAlign w:val="center"/>
          </w:tcPr>
          <w:p w14:paraId="7CF79F78" w14:textId="77777777" w:rsidR="00A4442A" w:rsidRPr="009C54AE" w:rsidRDefault="00A4442A" w:rsidP="009C51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2ADCC35" w14:textId="77777777" w:rsidR="00A4442A" w:rsidRPr="009C54AE" w:rsidRDefault="00A4442A" w:rsidP="009C51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07FF2C9" w14:textId="77777777" w:rsidR="00A4442A" w:rsidRPr="009C54AE" w:rsidRDefault="00A4442A" w:rsidP="009C51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442A" w:rsidRPr="009C54AE" w14:paraId="2A1B4BA2" w14:textId="77777777" w:rsidTr="4FE4258A">
        <w:tc>
          <w:tcPr>
            <w:tcW w:w="1681" w:type="dxa"/>
          </w:tcPr>
          <w:p w14:paraId="5DAE3DA9" w14:textId="7815ED53" w:rsidR="00A4442A" w:rsidRPr="009C54AE" w:rsidRDefault="00A4442A" w:rsidP="00C264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00805EB4" w14:textId="244F0479" w:rsidR="00A4442A" w:rsidRPr="007C5BCE" w:rsidRDefault="00A4442A" w:rsidP="00C2644A">
            <w:pPr>
              <w:spacing w:after="0" w:line="240" w:lineRule="auto"/>
            </w:pPr>
            <w:r w:rsidRPr="4FE4258A">
              <w:rPr>
                <w:rFonts w:ascii="Corbel" w:hAnsi="Corbel"/>
                <w:sz w:val="24"/>
                <w:szCs w:val="24"/>
              </w:rPr>
              <w:t>student ma podstawową wiedzę na temat poszczególnych systemów politycznych, potrafi przedstawić zasady funkcjonowania oraz zarys ewolucji podstawowych instytucji administracyjnych i prawnych w wybranych państwach Europy Środkowo - Wschodniej</w:t>
            </w:r>
          </w:p>
        </w:tc>
        <w:tc>
          <w:tcPr>
            <w:tcW w:w="1865" w:type="dxa"/>
          </w:tcPr>
          <w:p w14:paraId="57BDDEDB" w14:textId="77777777" w:rsidR="00A4442A" w:rsidRPr="00A97A90" w:rsidRDefault="00A4442A" w:rsidP="00C264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7A90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A4442A" w:rsidRPr="009C54AE" w14:paraId="685FD473" w14:textId="77777777" w:rsidTr="4FE4258A">
        <w:tc>
          <w:tcPr>
            <w:tcW w:w="1681" w:type="dxa"/>
          </w:tcPr>
          <w:p w14:paraId="74313D25" w14:textId="77777777" w:rsidR="00A4442A" w:rsidRPr="009C54AE" w:rsidRDefault="00A4442A" w:rsidP="00C264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003B698" w14:textId="77777777" w:rsidR="00A4442A" w:rsidRPr="007C5BCE" w:rsidRDefault="00A4442A" w:rsidP="00C2644A">
            <w:pPr>
              <w:spacing w:after="0" w:line="240" w:lineRule="auto"/>
            </w:pPr>
            <w:r w:rsidRPr="00203BC8">
              <w:rPr>
                <w:rFonts w:ascii="Corbel" w:hAnsi="Corbel"/>
                <w:sz w:val="24"/>
                <w:szCs w:val="24"/>
              </w:rPr>
              <w:t xml:space="preserve">student posiada wiedzę na temat współczesnych ustrojów politycznych, zasad organizacji i funkcjonowania naczelnych organów państwowych, a także zasad </w:t>
            </w:r>
            <w:proofErr w:type="spellStart"/>
            <w:r w:rsidRPr="00203BC8">
              <w:rPr>
                <w:rFonts w:ascii="Corbel" w:hAnsi="Corbel"/>
                <w:sz w:val="24"/>
                <w:szCs w:val="24"/>
              </w:rPr>
              <w:t>konstytucyjno</w:t>
            </w:r>
            <w:proofErr w:type="spellEnd"/>
            <w:r w:rsidRPr="00203BC8">
              <w:rPr>
                <w:rFonts w:ascii="Corbel" w:hAnsi="Corbel"/>
                <w:sz w:val="24"/>
                <w:szCs w:val="24"/>
              </w:rPr>
              <w:t xml:space="preserve"> – prawnych państw</w:t>
            </w:r>
            <w:r>
              <w:rPr>
                <w:rFonts w:ascii="Corbel" w:hAnsi="Corbel"/>
                <w:sz w:val="24"/>
                <w:szCs w:val="24"/>
              </w:rPr>
              <w:t xml:space="preserve"> Europy Środkowo - Wschodniej</w:t>
            </w:r>
          </w:p>
        </w:tc>
        <w:tc>
          <w:tcPr>
            <w:tcW w:w="1865" w:type="dxa"/>
          </w:tcPr>
          <w:p w14:paraId="4980AC53" w14:textId="77777777" w:rsidR="00A4442A" w:rsidRPr="00A97A90" w:rsidRDefault="00A4442A" w:rsidP="00C264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7A90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A4442A" w:rsidRPr="009C54AE" w14:paraId="6D308347" w14:textId="77777777" w:rsidTr="4FE4258A">
        <w:tc>
          <w:tcPr>
            <w:tcW w:w="1681" w:type="dxa"/>
          </w:tcPr>
          <w:p w14:paraId="3F6639FC" w14:textId="77777777" w:rsidR="00A4442A" w:rsidRPr="009C54AE" w:rsidRDefault="00A4442A" w:rsidP="00C264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FCB5C33" w14:textId="77777777" w:rsidR="00A4442A" w:rsidRPr="007C5BCE" w:rsidRDefault="00A4442A" w:rsidP="00C2644A">
            <w:pPr>
              <w:spacing w:after="0" w:line="240" w:lineRule="auto"/>
            </w:pPr>
            <w:r w:rsidRPr="00203BC8">
              <w:rPr>
                <w:rFonts w:ascii="Corbel" w:hAnsi="Corbel"/>
                <w:sz w:val="24"/>
                <w:szCs w:val="24"/>
              </w:rPr>
              <w:t>student posiada podstawową wiedzę z zakresu instytucji demokratycznych systemów po</w:t>
            </w:r>
            <w:r>
              <w:rPr>
                <w:rFonts w:ascii="Corbel" w:hAnsi="Corbel"/>
                <w:sz w:val="24"/>
                <w:szCs w:val="24"/>
              </w:rPr>
              <w:t xml:space="preserve">litycznych i prawnych wybranych </w:t>
            </w:r>
            <w:r w:rsidRPr="00203BC8">
              <w:rPr>
                <w:rFonts w:ascii="Corbel" w:hAnsi="Corbel"/>
                <w:sz w:val="24"/>
                <w:szCs w:val="24"/>
              </w:rPr>
              <w:t>państw</w:t>
            </w:r>
            <w:r>
              <w:rPr>
                <w:rFonts w:ascii="Corbel" w:hAnsi="Corbel"/>
                <w:sz w:val="24"/>
                <w:szCs w:val="24"/>
              </w:rPr>
              <w:t xml:space="preserve"> Europy Środkowo - Wschodniej</w:t>
            </w:r>
          </w:p>
        </w:tc>
        <w:tc>
          <w:tcPr>
            <w:tcW w:w="1865" w:type="dxa"/>
          </w:tcPr>
          <w:p w14:paraId="479D00B2" w14:textId="77777777" w:rsidR="00A4442A" w:rsidRPr="00A97A90" w:rsidRDefault="00A4442A" w:rsidP="00C264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7A90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9</w:t>
            </w:r>
            <w:r w:rsidRPr="00A97A90">
              <w:rPr>
                <w:rFonts w:ascii="Corbel" w:hAnsi="Corbel"/>
                <w:sz w:val="24"/>
                <w:szCs w:val="24"/>
              </w:rPr>
              <w:t>,</w:t>
            </w:r>
          </w:p>
        </w:tc>
      </w:tr>
      <w:tr w:rsidR="00A4442A" w:rsidRPr="009C54AE" w14:paraId="44F521E9" w14:textId="77777777" w:rsidTr="4FE4258A">
        <w:tc>
          <w:tcPr>
            <w:tcW w:w="1681" w:type="dxa"/>
          </w:tcPr>
          <w:p w14:paraId="79293A18" w14:textId="77777777" w:rsidR="00A4442A" w:rsidRPr="009C54AE" w:rsidRDefault="00A4442A" w:rsidP="00C264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63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3DA69BF0" w14:textId="52782333" w:rsidR="00A4442A" w:rsidRPr="00F16777" w:rsidRDefault="00A4442A" w:rsidP="00C264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6777">
              <w:rPr>
                <w:rFonts w:ascii="Corbel" w:hAnsi="Corbel"/>
                <w:sz w:val="24"/>
                <w:szCs w:val="24"/>
              </w:rPr>
              <w:t>student zna i rozumie najważniejsze dylematy jakie niesie za sobą rozwój cywilizacyjny w obrębie nauk prawno-administracyjnych i ekonomicznych w wybranych państw</w:t>
            </w:r>
            <w:r>
              <w:rPr>
                <w:rFonts w:ascii="Corbel" w:hAnsi="Corbel"/>
                <w:sz w:val="24"/>
                <w:szCs w:val="24"/>
              </w:rPr>
              <w:t>ach</w:t>
            </w:r>
            <w:r w:rsidRPr="00F16777">
              <w:rPr>
                <w:rFonts w:ascii="Corbel" w:hAnsi="Corbel"/>
                <w:sz w:val="24"/>
                <w:szCs w:val="24"/>
              </w:rPr>
              <w:t xml:space="preserve"> Europy Środkowo - Wschodniej</w:t>
            </w:r>
          </w:p>
        </w:tc>
        <w:tc>
          <w:tcPr>
            <w:tcW w:w="1865" w:type="dxa"/>
          </w:tcPr>
          <w:p w14:paraId="3BB90B59" w14:textId="77777777" w:rsidR="00A4442A" w:rsidRPr="00A97A90" w:rsidRDefault="00A4442A" w:rsidP="00C264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7A90">
              <w:rPr>
                <w:rFonts w:ascii="Corbel" w:hAnsi="Corbel"/>
                <w:sz w:val="24"/>
                <w:szCs w:val="24"/>
              </w:rPr>
              <w:t>K_W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A4442A" w:rsidRPr="009C54AE" w14:paraId="18C59D4F" w14:textId="77777777" w:rsidTr="4FE4258A">
        <w:tc>
          <w:tcPr>
            <w:tcW w:w="1681" w:type="dxa"/>
          </w:tcPr>
          <w:p w14:paraId="0B22B38D" w14:textId="77777777" w:rsidR="00A4442A" w:rsidRPr="009C54AE" w:rsidRDefault="00A4442A" w:rsidP="00C264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63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4D4EDBC6" w14:textId="77777777" w:rsidR="00A4442A" w:rsidRPr="007C5BCE" w:rsidRDefault="00A4442A" w:rsidP="00C2644A">
            <w:pPr>
              <w:spacing w:after="0" w:line="240" w:lineRule="auto"/>
            </w:pPr>
            <w:r w:rsidRPr="00203BC8">
              <w:rPr>
                <w:rFonts w:ascii="Corbel" w:hAnsi="Corbel"/>
                <w:sz w:val="24"/>
                <w:szCs w:val="24"/>
              </w:rPr>
              <w:t xml:space="preserve">student potrafi prawidłowo identyfikować i interpretować zjawiska prawne, społeczne, ekonomiczne, polityczne i organizacyjne, a także relacje pomiędzy organami w poszczególnych systemach politycznych na przykładzie wybranych państw </w:t>
            </w:r>
            <w:r w:rsidRPr="00F16777">
              <w:rPr>
                <w:rFonts w:ascii="Corbel" w:hAnsi="Corbel"/>
                <w:sz w:val="24"/>
                <w:szCs w:val="24"/>
              </w:rPr>
              <w:t>Europy Środkowo - Wschodniej</w:t>
            </w:r>
          </w:p>
        </w:tc>
        <w:tc>
          <w:tcPr>
            <w:tcW w:w="1865" w:type="dxa"/>
          </w:tcPr>
          <w:p w14:paraId="65521391" w14:textId="77777777" w:rsidR="00A4442A" w:rsidRPr="00A97A90" w:rsidRDefault="00A4442A" w:rsidP="00C264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7A90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_</w:t>
            </w:r>
            <w:r w:rsidRPr="00A97A90">
              <w:rPr>
                <w:rFonts w:ascii="Corbel" w:hAnsi="Corbel"/>
                <w:sz w:val="24"/>
                <w:szCs w:val="24"/>
              </w:rPr>
              <w:t>U01</w:t>
            </w:r>
          </w:p>
        </w:tc>
      </w:tr>
      <w:tr w:rsidR="00A4442A" w:rsidRPr="009C54AE" w14:paraId="0E1BACE2" w14:textId="77777777" w:rsidTr="4FE4258A">
        <w:tc>
          <w:tcPr>
            <w:tcW w:w="1681" w:type="dxa"/>
          </w:tcPr>
          <w:p w14:paraId="7030AE4C" w14:textId="77777777" w:rsidR="00A4442A" w:rsidRPr="009C54AE" w:rsidRDefault="00A4442A" w:rsidP="00C264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63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169B8835" w14:textId="2DAA52F6" w:rsidR="00A4442A" w:rsidRPr="007C5BCE" w:rsidRDefault="00A4442A" w:rsidP="00C2644A">
            <w:pPr>
              <w:spacing w:after="0" w:line="240" w:lineRule="auto"/>
            </w:pPr>
            <w:r w:rsidRPr="00203BC8">
              <w:rPr>
                <w:rFonts w:ascii="Corbel" w:hAnsi="Corbel"/>
                <w:sz w:val="24"/>
                <w:szCs w:val="24"/>
              </w:rPr>
              <w:t>student potrafi samodzielnie zdobywać wiedzę i rozwijać swoje profesjonalne umiejętności z zakresu teorii systemów politycznych</w:t>
            </w:r>
            <w:r>
              <w:rPr>
                <w:rFonts w:ascii="Corbel" w:hAnsi="Corbel"/>
                <w:sz w:val="24"/>
                <w:szCs w:val="24"/>
              </w:rPr>
              <w:t xml:space="preserve"> wybranych </w:t>
            </w:r>
            <w:r w:rsidRPr="00203BC8">
              <w:rPr>
                <w:rFonts w:ascii="Corbel" w:hAnsi="Corbel"/>
                <w:sz w:val="24"/>
                <w:szCs w:val="24"/>
              </w:rPr>
              <w:t xml:space="preserve">państw </w:t>
            </w:r>
            <w:r w:rsidRPr="00F16777">
              <w:rPr>
                <w:rFonts w:ascii="Corbel" w:hAnsi="Corbel"/>
                <w:sz w:val="24"/>
                <w:szCs w:val="24"/>
              </w:rPr>
              <w:t>Europy Środkowo - Wschodniej</w:t>
            </w:r>
            <w:r w:rsidRPr="00203BC8">
              <w:rPr>
                <w:rFonts w:ascii="Corbel" w:hAnsi="Corbel"/>
                <w:sz w:val="24"/>
                <w:szCs w:val="24"/>
              </w:rPr>
              <w:t>, korzystając z różnych źródeł i nowoczesnych technologii</w:t>
            </w:r>
          </w:p>
        </w:tc>
        <w:tc>
          <w:tcPr>
            <w:tcW w:w="1865" w:type="dxa"/>
          </w:tcPr>
          <w:p w14:paraId="67C510A0" w14:textId="77777777" w:rsidR="00A4442A" w:rsidRPr="00A97A90" w:rsidRDefault="00A4442A" w:rsidP="00C264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7A90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53E8356" w14:textId="77777777" w:rsidR="00C2644A" w:rsidRDefault="00C2644A">
      <w:r>
        <w:rPr>
          <w:b/>
          <w:smallCaps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A4442A" w:rsidRPr="009C54AE" w14:paraId="7B01A942" w14:textId="77777777" w:rsidTr="4FE4258A">
        <w:tc>
          <w:tcPr>
            <w:tcW w:w="1681" w:type="dxa"/>
          </w:tcPr>
          <w:p w14:paraId="56C41D03" w14:textId="6D133754" w:rsidR="00A4442A" w:rsidRPr="009C54AE" w:rsidRDefault="00A4442A" w:rsidP="00C264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63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3C99DDCC" w14:textId="19FA66CF" w:rsidR="00A4442A" w:rsidRPr="007C5BCE" w:rsidRDefault="00A4442A" w:rsidP="00C2644A">
            <w:pPr>
              <w:spacing w:after="0" w:line="240" w:lineRule="auto"/>
            </w:pPr>
            <w:r w:rsidRPr="4FE4258A">
              <w:rPr>
                <w:rFonts w:ascii="Corbel" w:hAnsi="Corbel"/>
                <w:sz w:val="24"/>
                <w:szCs w:val="24"/>
              </w:rPr>
              <w:t>student posiada umiejętność prowadzenia debaty, potrafi samodzielnie przygotować prace pisemne oraz wystąpienia ustne i prezentacje multimedialne związane z poszczególnymi cechami systemów politycznych</w:t>
            </w:r>
            <w:r w:rsidR="6DD5034C" w:rsidRPr="4FE4258A">
              <w:rPr>
                <w:rFonts w:ascii="Corbel" w:hAnsi="Corbel"/>
                <w:sz w:val="24"/>
                <w:szCs w:val="24"/>
              </w:rPr>
              <w:t xml:space="preserve"> </w:t>
            </w:r>
            <w:r w:rsidRPr="4FE4258A">
              <w:rPr>
                <w:rFonts w:ascii="Corbel" w:hAnsi="Corbel"/>
                <w:sz w:val="24"/>
                <w:szCs w:val="24"/>
              </w:rPr>
              <w:t>i ustrojowych państw Europy Środkowo - Wschodniej</w:t>
            </w:r>
          </w:p>
        </w:tc>
        <w:tc>
          <w:tcPr>
            <w:tcW w:w="1865" w:type="dxa"/>
          </w:tcPr>
          <w:p w14:paraId="75DEAF8D" w14:textId="77777777" w:rsidR="00A4442A" w:rsidRPr="00A97A90" w:rsidRDefault="00A4442A" w:rsidP="00C264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7A90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="00A4442A" w:rsidRPr="009C54AE" w14:paraId="51B22700" w14:textId="77777777" w:rsidTr="4FE4258A">
        <w:tc>
          <w:tcPr>
            <w:tcW w:w="1681" w:type="dxa"/>
          </w:tcPr>
          <w:p w14:paraId="09C73EB1" w14:textId="77777777" w:rsidR="00A4442A" w:rsidRPr="009C54AE" w:rsidRDefault="00A4442A" w:rsidP="00C264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63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</w:tcPr>
          <w:p w14:paraId="3BBCCD90" w14:textId="77777777" w:rsidR="00A4442A" w:rsidRPr="007C5BCE" w:rsidRDefault="00A4442A" w:rsidP="00C2644A">
            <w:pPr>
              <w:spacing w:after="0" w:line="240" w:lineRule="auto"/>
            </w:pPr>
            <w:r w:rsidRPr="00203BC8">
              <w:rPr>
                <w:rFonts w:ascii="Corbel" w:hAnsi="Corbel"/>
                <w:sz w:val="24"/>
                <w:szCs w:val="24"/>
              </w:rPr>
              <w:t xml:space="preserve">student jest gotów do krytycznej oceny posiadanej wiedzy i odbieranych treści w sposób umożliwiający konstruktywną wymianę poglądów i właściwą analizę problemu z zakresu teorii </w:t>
            </w:r>
            <w:r>
              <w:rPr>
                <w:rFonts w:ascii="Corbel" w:hAnsi="Corbel"/>
                <w:sz w:val="24"/>
                <w:szCs w:val="24"/>
              </w:rPr>
              <w:t xml:space="preserve">systemów ustrojowych </w:t>
            </w:r>
            <w:r w:rsidRPr="00203BC8">
              <w:rPr>
                <w:rFonts w:ascii="Corbel" w:hAnsi="Corbel"/>
                <w:sz w:val="24"/>
                <w:szCs w:val="24"/>
              </w:rPr>
              <w:t xml:space="preserve">państw </w:t>
            </w:r>
            <w:r w:rsidRPr="00F16777">
              <w:rPr>
                <w:rFonts w:ascii="Corbel" w:hAnsi="Corbel"/>
                <w:sz w:val="24"/>
                <w:szCs w:val="24"/>
              </w:rPr>
              <w:t>Europy Środkowo - Wschodniej</w:t>
            </w:r>
          </w:p>
        </w:tc>
        <w:tc>
          <w:tcPr>
            <w:tcW w:w="1865" w:type="dxa"/>
          </w:tcPr>
          <w:p w14:paraId="5526EF2B" w14:textId="77777777" w:rsidR="00A4442A" w:rsidRPr="00A97A90" w:rsidRDefault="00A4442A" w:rsidP="00C264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7A90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  <w:tr w:rsidR="00A4442A" w:rsidRPr="009C54AE" w14:paraId="0A608F1A" w14:textId="77777777" w:rsidTr="4FE4258A">
        <w:tc>
          <w:tcPr>
            <w:tcW w:w="1681" w:type="dxa"/>
          </w:tcPr>
          <w:p w14:paraId="3A8F17CC" w14:textId="77777777" w:rsidR="00A4442A" w:rsidRPr="009C54AE" w:rsidRDefault="00A4442A" w:rsidP="00C264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63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4" w:type="dxa"/>
          </w:tcPr>
          <w:p w14:paraId="1E90BD0F" w14:textId="77777777" w:rsidR="00A4442A" w:rsidRPr="007C5BCE" w:rsidRDefault="00A4442A" w:rsidP="00C2644A">
            <w:pPr>
              <w:spacing w:after="0" w:line="240" w:lineRule="auto"/>
            </w:pPr>
            <w:r w:rsidRPr="00203BC8">
              <w:rPr>
                <w:rFonts w:ascii="Corbel" w:hAnsi="Corbel"/>
                <w:sz w:val="24"/>
                <w:szCs w:val="24"/>
              </w:rPr>
              <w:t>student jest gotów do przedsiębiorczego i kreatywnego myślenia oraz działania z zakresu teorii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03BC8">
              <w:rPr>
                <w:rFonts w:ascii="Corbel" w:hAnsi="Corbel"/>
                <w:sz w:val="24"/>
                <w:szCs w:val="24"/>
              </w:rPr>
              <w:t>ustrojów państwowych</w:t>
            </w:r>
          </w:p>
        </w:tc>
        <w:tc>
          <w:tcPr>
            <w:tcW w:w="1865" w:type="dxa"/>
          </w:tcPr>
          <w:p w14:paraId="31B1BB05" w14:textId="77777777" w:rsidR="00A4442A" w:rsidRPr="00A97A90" w:rsidRDefault="00A4442A" w:rsidP="00C264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7A90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871B771" w14:textId="77777777" w:rsidR="0085747A" w:rsidRPr="009C54AE" w:rsidRDefault="0085747A" w:rsidP="00C2644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974CE1" w14:textId="7FFF3178" w:rsidR="0085747A" w:rsidRPr="009C54AE" w:rsidRDefault="00675843" w:rsidP="00C2644A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C2644A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108D2D1F" w14:textId="77777777" w:rsidR="0085747A" w:rsidRPr="009C54AE" w:rsidRDefault="0085747A" w:rsidP="00C2644A">
      <w:pPr>
        <w:spacing w:after="0" w:line="240" w:lineRule="auto"/>
        <w:ind w:left="709"/>
        <w:rPr>
          <w:rFonts w:ascii="Corbel" w:hAnsi="Corbel"/>
          <w:sz w:val="24"/>
          <w:szCs w:val="24"/>
        </w:rPr>
      </w:pPr>
    </w:p>
    <w:p w14:paraId="03F22320" w14:textId="2051CCA6" w:rsidR="00C2644A" w:rsidRDefault="00C2644A" w:rsidP="00C2644A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 – nie dotyczy</w:t>
      </w:r>
    </w:p>
    <w:p w14:paraId="06D6B689" w14:textId="77777777" w:rsidR="00C2644A" w:rsidRDefault="00C2644A" w:rsidP="00C2644A">
      <w:pPr>
        <w:pStyle w:val="Akapitzlist"/>
        <w:spacing w:after="0" w:line="240" w:lineRule="auto"/>
        <w:ind w:left="1080"/>
        <w:contextualSpacing w:val="0"/>
        <w:rPr>
          <w:rFonts w:ascii="Corbel" w:hAnsi="Corbel"/>
          <w:sz w:val="24"/>
          <w:szCs w:val="24"/>
        </w:rPr>
      </w:pPr>
    </w:p>
    <w:p w14:paraId="6AE7F7D9" w14:textId="63E28416" w:rsidR="00997181" w:rsidRPr="00997181" w:rsidRDefault="0085747A" w:rsidP="00C2644A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Corbel" w:hAnsi="Corbel"/>
          <w:sz w:val="24"/>
          <w:szCs w:val="24"/>
        </w:rPr>
      </w:pPr>
      <w:r w:rsidRPr="00997181">
        <w:rPr>
          <w:rFonts w:ascii="Corbel" w:hAnsi="Corbel"/>
          <w:sz w:val="24"/>
          <w:szCs w:val="24"/>
        </w:rPr>
        <w:t xml:space="preserve">Problematyka </w:t>
      </w:r>
      <w:r w:rsidR="00997181" w:rsidRPr="00997181">
        <w:rPr>
          <w:rFonts w:ascii="Corbel" w:hAnsi="Corbel"/>
          <w:sz w:val="24"/>
          <w:szCs w:val="24"/>
        </w:rPr>
        <w:t xml:space="preserve">ćwiczeń, konwersatoriów, laboratoriów, zajęć praktycznych </w:t>
      </w:r>
    </w:p>
    <w:p w14:paraId="4FDC6E3A" w14:textId="09DA61B7" w:rsidR="0085747A" w:rsidRDefault="0085747A" w:rsidP="00C2644A">
      <w:pPr>
        <w:pStyle w:val="Akapitzlist"/>
        <w:spacing w:after="0" w:line="240" w:lineRule="auto"/>
        <w:contextualSpacing w:val="0"/>
        <w:rPr>
          <w:rFonts w:ascii="Corbel" w:hAnsi="Corbel"/>
          <w:sz w:val="24"/>
          <w:szCs w:val="24"/>
        </w:rPr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9"/>
        <w:gridCol w:w="6"/>
      </w:tblGrid>
      <w:tr w:rsidR="00276F45" w:rsidRPr="00C5764C" w14:paraId="45D1CA5E" w14:textId="77777777" w:rsidTr="00C2644A">
        <w:trPr>
          <w:trHeight w:val="397"/>
        </w:trPr>
        <w:tc>
          <w:tcPr>
            <w:tcW w:w="7565" w:type="dxa"/>
            <w:gridSpan w:val="2"/>
            <w:vAlign w:val="center"/>
          </w:tcPr>
          <w:p w14:paraId="765C1656" w14:textId="77777777" w:rsidR="00276F45" w:rsidRPr="00C5764C" w:rsidRDefault="00276F45" w:rsidP="00C2644A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5764C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2644A" w:rsidRPr="00C5764C" w14:paraId="3E12431E" w14:textId="77777777" w:rsidTr="00C2644A">
        <w:trPr>
          <w:gridAfter w:val="1"/>
          <w:wAfter w:w="6" w:type="dxa"/>
          <w:trHeight w:val="397"/>
        </w:trPr>
        <w:tc>
          <w:tcPr>
            <w:tcW w:w="7559" w:type="dxa"/>
            <w:vAlign w:val="center"/>
          </w:tcPr>
          <w:p w14:paraId="75F473FA" w14:textId="77777777" w:rsidR="00C2644A" w:rsidRPr="00C5764C" w:rsidRDefault="00C2644A" w:rsidP="00C264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764C">
              <w:rPr>
                <w:rFonts w:ascii="Corbel" w:hAnsi="Corbel"/>
                <w:sz w:val="24"/>
                <w:szCs w:val="24"/>
              </w:rPr>
              <w:t>Pojęcie ustroju politycznego (państwowego)</w:t>
            </w:r>
          </w:p>
        </w:tc>
      </w:tr>
      <w:tr w:rsidR="00C2644A" w:rsidRPr="00C5764C" w14:paraId="3922AE05" w14:textId="77777777" w:rsidTr="00C2644A">
        <w:trPr>
          <w:gridAfter w:val="1"/>
          <w:wAfter w:w="6" w:type="dxa"/>
          <w:trHeight w:val="397"/>
        </w:trPr>
        <w:tc>
          <w:tcPr>
            <w:tcW w:w="7559" w:type="dxa"/>
            <w:vAlign w:val="center"/>
          </w:tcPr>
          <w:p w14:paraId="5DA5B521" w14:textId="77777777" w:rsidR="00C2644A" w:rsidRPr="00C5764C" w:rsidRDefault="00C2644A" w:rsidP="00C264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764C">
              <w:rPr>
                <w:rFonts w:ascii="Corbel" w:hAnsi="Corbel"/>
                <w:sz w:val="24"/>
                <w:szCs w:val="24"/>
              </w:rPr>
              <w:t>Formy państw współczesnych</w:t>
            </w:r>
          </w:p>
        </w:tc>
      </w:tr>
      <w:tr w:rsidR="00C2644A" w:rsidRPr="00C5764C" w14:paraId="3DF2E0E4" w14:textId="77777777" w:rsidTr="00C2644A">
        <w:trPr>
          <w:gridAfter w:val="1"/>
          <w:wAfter w:w="6" w:type="dxa"/>
          <w:trHeight w:val="397"/>
        </w:trPr>
        <w:tc>
          <w:tcPr>
            <w:tcW w:w="7559" w:type="dxa"/>
            <w:vAlign w:val="center"/>
          </w:tcPr>
          <w:p w14:paraId="027AD966" w14:textId="77777777" w:rsidR="00C2644A" w:rsidRPr="00C5764C" w:rsidRDefault="00C2644A" w:rsidP="00C264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764C">
              <w:rPr>
                <w:rFonts w:ascii="Corbel" w:hAnsi="Corbel"/>
                <w:sz w:val="24"/>
                <w:szCs w:val="24"/>
              </w:rPr>
              <w:t>Teoria konstytucji.</w:t>
            </w:r>
          </w:p>
        </w:tc>
      </w:tr>
      <w:tr w:rsidR="00C2644A" w:rsidRPr="00C5764C" w14:paraId="09075B3F" w14:textId="77777777" w:rsidTr="00C2644A">
        <w:trPr>
          <w:gridAfter w:val="1"/>
          <w:wAfter w:w="6" w:type="dxa"/>
          <w:trHeight w:val="397"/>
        </w:trPr>
        <w:tc>
          <w:tcPr>
            <w:tcW w:w="7559" w:type="dxa"/>
            <w:vAlign w:val="center"/>
          </w:tcPr>
          <w:p w14:paraId="29AA6592" w14:textId="77777777" w:rsidR="00C2644A" w:rsidRPr="00C5764C" w:rsidRDefault="00C2644A" w:rsidP="00C264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764C">
              <w:rPr>
                <w:rFonts w:ascii="Corbel" w:hAnsi="Corbel"/>
                <w:sz w:val="24"/>
                <w:szCs w:val="24"/>
              </w:rPr>
              <w:t>Władza ustawodawcza.</w:t>
            </w:r>
          </w:p>
        </w:tc>
      </w:tr>
      <w:tr w:rsidR="00C2644A" w:rsidRPr="00C5764C" w14:paraId="281C89CF" w14:textId="77777777" w:rsidTr="00C2644A">
        <w:trPr>
          <w:gridAfter w:val="1"/>
          <w:wAfter w:w="6" w:type="dxa"/>
          <w:trHeight w:val="397"/>
        </w:trPr>
        <w:tc>
          <w:tcPr>
            <w:tcW w:w="7559" w:type="dxa"/>
            <w:vAlign w:val="center"/>
          </w:tcPr>
          <w:p w14:paraId="7A44451E" w14:textId="77777777" w:rsidR="00C2644A" w:rsidRPr="00C5764C" w:rsidRDefault="00C2644A" w:rsidP="00C264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764C">
              <w:rPr>
                <w:rFonts w:ascii="Corbel" w:hAnsi="Corbel"/>
                <w:sz w:val="24"/>
                <w:szCs w:val="24"/>
              </w:rPr>
              <w:t>Władza wykonawcza.</w:t>
            </w:r>
          </w:p>
        </w:tc>
      </w:tr>
      <w:tr w:rsidR="00C2644A" w:rsidRPr="00C5764C" w14:paraId="40F30458" w14:textId="77777777" w:rsidTr="00C2644A">
        <w:trPr>
          <w:gridAfter w:val="1"/>
          <w:wAfter w:w="6" w:type="dxa"/>
          <w:trHeight w:val="397"/>
        </w:trPr>
        <w:tc>
          <w:tcPr>
            <w:tcW w:w="7559" w:type="dxa"/>
            <w:vAlign w:val="center"/>
          </w:tcPr>
          <w:p w14:paraId="69DF920E" w14:textId="77777777" w:rsidR="00C2644A" w:rsidRPr="00C5764C" w:rsidRDefault="00C2644A" w:rsidP="00C264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764C">
              <w:rPr>
                <w:rFonts w:ascii="Corbel" w:hAnsi="Corbel"/>
                <w:sz w:val="24"/>
                <w:szCs w:val="24"/>
              </w:rPr>
              <w:t>Władza sadownicza.</w:t>
            </w:r>
          </w:p>
        </w:tc>
      </w:tr>
      <w:tr w:rsidR="00C2644A" w:rsidRPr="00C5764C" w14:paraId="34660F22" w14:textId="77777777" w:rsidTr="00C2644A">
        <w:trPr>
          <w:gridAfter w:val="1"/>
          <w:wAfter w:w="6" w:type="dxa"/>
          <w:trHeight w:val="397"/>
        </w:trPr>
        <w:tc>
          <w:tcPr>
            <w:tcW w:w="7559" w:type="dxa"/>
            <w:vAlign w:val="center"/>
          </w:tcPr>
          <w:p w14:paraId="45FA74F7" w14:textId="77777777" w:rsidR="00C2644A" w:rsidRPr="00C5764C" w:rsidRDefault="00C2644A" w:rsidP="00C264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Kontrola konstytucyjności prawa</w:t>
            </w:r>
          </w:p>
        </w:tc>
      </w:tr>
      <w:tr w:rsidR="00C2644A" w:rsidRPr="00C5764C" w14:paraId="46CB70B7" w14:textId="77777777" w:rsidTr="00C2644A">
        <w:trPr>
          <w:gridAfter w:val="1"/>
          <w:wAfter w:w="6" w:type="dxa"/>
          <w:trHeight w:val="397"/>
        </w:trPr>
        <w:tc>
          <w:tcPr>
            <w:tcW w:w="7559" w:type="dxa"/>
            <w:vAlign w:val="center"/>
          </w:tcPr>
          <w:p w14:paraId="4A5F584D" w14:textId="77777777" w:rsidR="00C2644A" w:rsidRPr="00C5764C" w:rsidRDefault="00C2644A" w:rsidP="00C264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764C">
              <w:rPr>
                <w:rFonts w:ascii="Corbel" w:hAnsi="Corbel"/>
                <w:sz w:val="24"/>
                <w:szCs w:val="24"/>
              </w:rPr>
              <w:t>Samorząd terytorialny.</w:t>
            </w:r>
          </w:p>
        </w:tc>
      </w:tr>
      <w:tr w:rsidR="00C2644A" w:rsidRPr="00C5764C" w14:paraId="4D359AAE" w14:textId="77777777" w:rsidTr="00C2644A">
        <w:trPr>
          <w:gridAfter w:val="1"/>
          <w:wAfter w:w="6" w:type="dxa"/>
          <w:trHeight w:val="397"/>
        </w:trPr>
        <w:tc>
          <w:tcPr>
            <w:tcW w:w="7559" w:type="dxa"/>
            <w:vAlign w:val="center"/>
          </w:tcPr>
          <w:p w14:paraId="05B00828" w14:textId="77777777" w:rsidR="00C2644A" w:rsidRPr="00C5764C" w:rsidRDefault="00C2644A" w:rsidP="00C264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Organy kontroli państwowej i ochrony prawa</w:t>
            </w:r>
          </w:p>
        </w:tc>
      </w:tr>
    </w:tbl>
    <w:p w14:paraId="507DAA68" w14:textId="77777777" w:rsidR="00C2644A" w:rsidRDefault="00C2644A" w:rsidP="00C02522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319D79ED" w14:textId="7C19B2B0" w:rsidR="0085747A" w:rsidRDefault="009F4610" w:rsidP="00C02522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32D4C07C">
        <w:rPr>
          <w:rFonts w:ascii="Corbel" w:hAnsi="Corbel"/>
          <w:smallCaps w:val="0"/>
        </w:rPr>
        <w:t>3.4</w:t>
      </w:r>
      <w:r w:rsidR="00C2644A">
        <w:rPr>
          <w:rFonts w:ascii="Corbel" w:hAnsi="Corbel"/>
          <w:smallCaps w:val="0"/>
        </w:rPr>
        <w:t>.</w:t>
      </w:r>
      <w:r w:rsidRPr="32D4C07C">
        <w:rPr>
          <w:rFonts w:ascii="Corbel" w:hAnsi="Corbel"/>
          <w:smallCaps w:val="0"/>
        </w:rPr>
        <w:t xml:space="preserve"> Metody dydaktyczne</w:t>
      </w:r>
      <w:r w:rsidRPr="32D4C07C">
        <w:rPr>
          <w:rFonts w:ascii="Corbel" w:hAnsi="Corbel"/>
          <w:b w:val="0"/>
          <w:smallCaps w:val="0"/>
        </w:rPr>
        <w:t xml:space="preserve"> </w:t>
      </w:r>
    </w:p>
    <w:p w14:paraId="6A9A54F1" w14:textId="77777777" w:rsidR="00EB7932" w:rsidRPr="009C54AE" w:rsidRDefault="00EB7932" w:rsidP="00C0252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7AEF12E" w14:textId="494638AF" w:rsidR="00E960BB" w:rsidRDefault="00C2644A" w:rsidP="00C2644A">
      <w:pPr>
        <w:pStyle w:val="Punktygwne"/>
        <w:tabs>
          <w:tab w:val="left" w:pos="284"/>
        </w:tabs>
        <w:spacing w:before="0" w:after="0"/>
        <w:ind w:left="851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Konwersatorium: a</w:t>
      </w:r>
      <w:r w:rsidR="00EB7932" w:rsidRPr="00EB7932">
        <w:rPr>
          <w:rFonts w:ascii="Corbel" w:hAnsi="Corbel"/>
          <w:b w:val="0"/>
          <w:bCs/>
          <w:smallCaps w:val="0"/>
          <w:szCs w:val="24"/>
        </w:rPr>
        <w:t>naliza tekstów z dyskusją, projekt badawczy</w:t>
      </w:r>
      <w:r w:rsidR="00EB7932">
        <w:rPr>
          <w:rFonts w:ascii="Corbel" w:hAnsi="Corbel"/>
          <w:b w:val="0"/>
          <w:bCs/>
          <w:smallCaps w:val="0"/>
          <w:szCs w:val="24"/>
        </w:rPr>
        <w:t xml:space="preserve">, </w:t>
      </w:r>
      <w:r w:rsidR="00EB7932" w:rsidRPr="00EB7932">
        <w:rPr>
          <w:rFonts w:ascii="Corbel" w:hAnsi="Corbel"/>
          <w:b w:val="0"/>
          <w:bCs/>
          <w:smallCaps w:val="0"/>
          <w:szCs w:val="24"/>
        </w:rPr>
        <w:t>rozwiązywanie zadań</w:t>
      </w:r>
      <w:r w:rsidR="00EB7932">
        <w:rPr>
          <w:rFonts w:ascii="Corbel" w:hAnsi="Corbel"/>
          <w:b w:val="0"/>
          <w:bCs/>
          <w:smallCaps w:val="0"/>
          <w:szCs w:val="24"/>
        </w:rPr>
        <w:t>.</w:t>
      </w:r>
    </w:p>
    <w:p w14:paraId="1215621A" w14:textId="77777777" w:rsidR="00EB7932" w:rsidRDefault="00EB7932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384554" w14:textId="77777777" w:rsidR="00C2644A" w:rsidRDefault="00C2644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2825C0B2" w14:textId="705515F5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B5E311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8D798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97BD8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B6E39" w:rsidRPr="009C54AE" w14:paraId="5D7F6696" w14:textId="77777777" w:rsidTr="009C5102">
        <w:tc>
          <w:tcPr>
            <w:tcW w:w="1962" w:type="dxa"/>
            <w:vAlign w:val="center"/>
          </w:tcPr>
          <w:p w14:paraId="6E841BF1" w14:textId="77777777" w:rsidR="007B6E39" w:rsidRPr="009C54AE" w:rsidRDefault="007B6E39" w:rsidP="009C51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D30E81B" w14:textId="77777777" w:rsidR="007B6E39" w:rsidRPr="009C54AE" w:rsidRDefault="007B6E39" w:rsidP="009C51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84541E1" w14:textId="77777777" w:rsidR="007B6E39" w:rsidRPr="009C54AE" w:rsidRDefault="007B6E39" w:rsidP="009C51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3FD280F" w14:textId="77777777" w:rsidR="007B6E39" w:rsidRPr="009C54AE" w:rsidRDefault="007B6E39" w:rsidP="009C51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1F6A0B1" w14:textId="77777777" w:rsidR="007B6E39" w:rsidRPr="009C54AE" w:rsidRDefault="007B6E39" w:rsidP="009C51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B6E39" w:rsidRPr="00C2644A" w14:paraId="643B8742" w14:textId="77777777" w:rsidTr="00C2644A">
        <w:trPr>
          <w:trHeight w:val="340"/>
        </w:trPr>
        <w:tc>
          <w:tcPr>
            <w:tcW w:w="1962" w:type="dxa"/>
            <w:vAlign w:val="center"/>
          </w:tcPr>
          <w:p w14:paraId="7B8F82D9" w14:textId="08C85B98" w:rsidR="007B6E39" w:rsidRPr="00C2644A" w:rsidRDefault="007B6E39" w:rsidP="00C264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644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4B9BB06C" w14:textId="77777777" w:rsidR="007B6E39" w:rsidRPr="00C2644A" w:rsidRDefault="007B6E39" w:rsidP="00C264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644A">
              <w:rPr>
                <w:rFonts w:ascii="Corbel" w:hAnsi="Corbel"/>
                <w:b w:val="0"/>
                <w:smallCaps w:val="0"/>
                <w:szCs w:val="24"/>
              </w:rPr>
              <w:t>OBSERWACJA W TRAKCIE ZAJĘĆ, DYSKUSJA</w:t>
            </w:r>
          </w:p>
        </w:tc>
        <w:tc>
          <w:tcPr>
            <w:tcW w:w="2117" w:type="dxa"/>
            <w:vAlign w:val="center"/>
          </w:tcPr>
          <w:p w14:paraId="2ECC0729" w14:textId="77777777" w:rsidR="007B6E39" w:rsidRPr="00C2644A" w:rsidRDefault="007B6E39" w:rsidP="00C264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644A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7B6E39" w:rsidRPr="00C2644A" w14:paraId="441EA201" w14:textId="77777777" w:rsidTr="00C2644A">
        <w:trPr>
          <w:trHeight w:val="340"/>
        </w:trPr>
        <w:tc>
          <w:tcPr>
            <w:tcW w:w="1962" w:type="dxa"/>
            <w:vAlign w:val="center"/>
          </w:tcPr>
          <w:p w14:paraId="5AC0E73C" w14:textId="77777777" w:rsidR="007B6E39" w:rsidRPr="00C2644A" w:rsidRDefault="007B6E39" w:rsidP="00C264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644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3573D718" w14:textId="77777777" w:rsidR="007B6E39" w:rsidRPr="00C2644A" w:rsidRDefault="007B6E39" w:rsidP="00C264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644A">
              <w:rPr>
                <w:rFonts w:ascii="Corbel" w:hAnsi="Corbel"/>
                <w:b w:val="0"/>
                <w:smallCaps w:val="0"/>
                <w:szCs w:val="24"/>
              </w:rPr>
              <w:t>OBSERWACJA W TRAKCIE ZAJĘĆ, DYSKUSJA</w:t>
            </w:r>
          </w:p>
        </w:tc>
        <w:tc>
          <w:tcPr>
            <w:tcW w:w="2117" w:type="dxa"/>
            <w:vAlign w:val="center"/>
          </w:tcPr>
          <w:p w14:paraId="380F7595" w14:textId="77777777" w:rsidR="007B6E39" w:rsidRPr="00C2644A" w:rsidRDefault="007B6E39" w:rsidP="00C264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644A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7B6E39" w:rsidRPr="00C2644A" w14:paraId="36156455" w14:textId="77777777" w:rsidTr="00C2644A">
        <w:trPr>
          <w:trHeight w:val="340"/>
        </w:trPr>
        <w:tc>
          <w:tcPr>
            <w:tcW w:w="1962" w:type="dxa"/>
            <w:vAlign w:val="center"/>
          </w:tcPr>
          <w:p w14:paraId="6639E823" w14:textId="77777777" w:rsidR="007B6E39" w:rsidRPr="00C2644A" w:rsidRDefault="007B6E39" w:rsidP="00C264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644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568B7682" w14:textId="77777777" w:rsidR="007B6E39" w:rsidRPr="00C2644A" w:rsidRDefault="007B6E39" w:rsidP="00C264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644A">
              <w:rPr>
                <w:rFonts w:ascii="Corbel" w:hAnsi="Corbel"/>
                <w:b w:val="0"/>
                <w:smallCaps w:val="0"/>
                <w:szCs w:val="24"/>
              </w:rPr>
              <w:t>OBSERWACJA W TRAKCIE ZAJĘĆ, DYSKUSJA</w:t>
            </w:r>
          </w:p>
        </w:tc>
        <w:tc>
          <w:tcPr>
            <w:tcW w:w="2117" w:type="dxa"/>
            <w:vAlign w:val="center"/>
          </w:tcPr>
          <w:p w14:paraId="3F4E335E" w14:textId="77777777" w:rsidR="007B6E39" w:rsidRPr="00C2644A" w:rsidRDefault="007B6E39" w:rsidP="00C264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644A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7B6E39" w:rsidRPr="00C2644A" w14:paraId="0E68C35F" w14:textId="77777777" w:rsidTr="00C2644A">
        <w:trPr>
          <w:trHeight w:val="340"/>
        </w:trPr>
        <w:tc>
          <w:tcPr>
            <w:tcW w:w="1962" w:type="dxa"/>
            <w:vAlign w:val="center"/>
          </w:tcPr>
          <w:p w14:paraId="6DB6D9C8" w14:textId="77777777" w:rsidR="007B6E39" w:rsidRPr="00C2644A" w:rsidRDefault="007B6E39" w:rsidP="00C264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644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1ACDC3BF" w14:textId="77777777" w:rsidR="007B6E39" w:rsidRPr="00C2644A" w:rsidRDefault="007B6E39" w:rsidP="00C264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C2644A">
              <w:rPr>
                <w:rFonts w:ascii="Corbel" w:hAnsi="Corbel"/>
                <w:b w:val="0"/>
                <w:smallCaps w:val="0"/>
                <w:szCs w:val="24"/>
              </w:rPr>
              <w:t>OBSERWACJA W TRAKCIE ZAJĘĆ, DYSKUSJA</w:t>
            </w:r>
          </w:p>
        </w:tc>
        <w:tc>
          <w:tcPr>
            <w:tcW w:w="2117" w:type="dxa"/>
            <w:vAlign w:val="center"/>
          </w:tcPr>
          <w:p w14:paraId="62DB340D" w14:textId="77777777" w:rsidR="007B6E39" w:rsidRPr="00C2644A" w:rsidRDefault="007B6E39" w:rsidP="00C264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644A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7B6E39" w:rsidRPr="00C2644A" w14:paraId="5C898DE0" w14:textId="77777777" w:rsidTr="00C2644A">
        <w:trPr>
          <w:trHeight w:val="340"/>
        </w:trPr>
        <w:tc>
          <w:tcPr>
            <w:tcW w:w="1962" w:type="dxa"/>
            <w:vAlign w:val="center"/>
          </w:tcPr>
          <w:p w14:paraId="641BD586" w14:textId="77777777" w:rsidR="007B6E39" w:rsidRPr="00C2644A" w:rsidRDefault="007B6E39" w:rsidP="00C264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644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1ADB507F" w14:textId="77777777" w:rsidR="007B6E39" w:rsidRPr="00C2644A" w:rsidRDefault="007B6E39" w:rsidP="00C264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644A">
              <w:rPr>
                <w:rFonts w:ascii="Corbel" w:hAnsi="Corbel"/>
                <w:b w:val="0"/>
                <w:smallCaps w:val="0"/>
                <w:szCs w:val="24"/>
              </w:rPr>
              <w:t>OBSERWACJA W TRAKCIE ZAJĘĆ, DYSKUSJA</w:t>
            </w:r>
          </w:p>
        </w:tc>
        <w:tc>
          <w:tcPr>
            <w:tcW w:w="2117" w:type="dxa"/>
            <w:vAlign w:val="center"/>
          </w:tcPr>
          <w:p w14:paraId="6AABD14E" w14:textId="77777777" w:rsidR="007B6E39" w:rsidRPr="00C2644A" w:rsidRDefault="007B6E39" w:rsidP="00C264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644A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7B6E39" w:rsidRPr="00C2644A" w14:paraId="08009E3F" w14:textId="77777777" w:rsidTr="00C2644A">
        <w:trPr>
          <w:trHeight w:val="340"/>
        </w:trPr>
        <w:tc>
          <w:tcPr>
            <w:tcW w:w="1962" w:type="dxa"/>
            <w:vAlign w:val="center"/>
          </w:tcPr>
          <w:p w14:paraId="2414C3D6" w14:textId="77777777" w:rsidR="007B6E39" w:rsidRPr="00C2644A" w:rsidRDefault="007B6E39" w:rsidP="00C264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644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14:paraId="4BA9AD14" w14:textId="77777777" w:rsidR="007B6E39" w:rsidRPr="00C2644A" w:rsidRDefault="007B6E39" w:rsidP="00C264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644A">
              <w:rPr>
                <w:rFonts w:ascii="Corbel" w:hAnsi="Corbel"/>
                <w:b w:val="0"/>
                <w:smallCaps w:val="0"/>
                <w:szCs w:val="24"/>
              </w:rPr>
              <w:t>OBSERWACJA W TRAKCIE ZAJĘĆ, DYSKUSJA</w:t>
            </w:r>
          </w:p>
        </w:tc>
        <w:tc>
          <w:tcPr>
            <w:tcW w:w="2117" w:type="dxa"/>
            <w:vAlign w:val="center"/>
          </w:tcPr>
          <w:p w14:paraId="4761A4EB" w14:textId="77777777" w:rsidR="007B6E39" w:rsidRPr="00C2644A" w:rsidRDefault="007B6E39" w:rsidP="00C264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644A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7B6E39" w:rsidRPr="00C2644A" w14:paraId="54A5AC77" w14:textId="77777777" w:rsidTr="00C2644A">
        <w:trPr>
          <w:trHeight w:val="340"/>
        </w:trPr>
        <w:tc>
          <w:tcPr>
            <w:tcW w:w="1962" w:type="dxa"/>
            <w:vAlign w:val="center"/>
          </w:tcPr>
          <w:p w14:paraId="1AC38652" w14:textId="77777777" w:rsidR="007B6E39" w:rsidRPr="00C2644A" w:rsidRDefault="007B6E39" w:rsidP="00C264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644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  <w:vAlign w:val="center"/>
          </w:tcPr>
          <w:p w14:paraId="5A04AA70" w14:textId="77777777" w:rsidR="007B6E39" w:rsidRPr="00C2644A" w:rsidRDefault="007B6E39" w:rsidP="00C264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644A">
              <w:rPr>
                <w:rFonts w:ascii="Corbel" w:hAnsi="Corbel"/>
                <w:b w:val="0"/>
                <w:smallCaps w:val="0"/>
                <w:szCs w:val="24"/>
              </w:rPr>
              <w:t>OBSERWACJA W TRAKCIE ZAJĘĆ, DYSKUSJA</w:t>
            </w:r>
          </w:p>
        </w:tc>
        <w:tc>
          <w:tcPr>
            <w:tcW w:w="2117" w:type="dxa"/>
            <w:vAlign w:val="center"/>
          </w:tcPr>
          <w:p w14:paraId="000B82CD" w14:textId="77777777" w:rsidR="007B6E39" w:rsidRPr="00C2644A" w:rsidRDefault="007B6E39" w:rsidP="00C264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644A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7B6E39" w:rsidRPr="00C2644A" w14:paraId="07F3C808" w14:textId="77777777" w:rsidTr="00C2644A">
        <w:trPr>
          <w:trHeight w:val="340"/>
        </w:trPr>
        <w:tc>
          <w:tcPr>
            <w:tcW w:w="1962" w:type="dxa"/>
            <w:vAlign w:val="center"/>
          </w:tcPr>
          <w:p w14:paraId="72D641B2" w14:textId="77777777" w:rsidR="007B6E39" w:rsidRPr="00C2644A" w:rsidRDefault="007B6E39" w:rsidP="00C264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644A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  <w:vAlign w:val="center"/>
          </w:tcPr>
          <w:p w14:paraId="20A349CB" w14:textId="7206D36D" w:rsidR="007B6E39" w:rsidRPr="00C2644A" w:rsidRDefault="00C2644A" w:rsidP="00C264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644A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vAlign w:val="center"/>
          </w:tcPr>
          <w:p w14:paraId="3352BB9A" w14:textId="77777777" w:rsidR="007B6E39" w:rsidRPr="00C2644A" w:rsidRDefault="007B6E39" w:rsidP="00C264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644A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7B6E39" w:rsidRPr="00C2644A" w14:paraId="65D764A8" w14:textId="77777777" w:rsidTr="00C2644A">
        <w:trPr>
          <w:trHeight w:val="340"/>
        </w:trPr>
        <w:tc>
          <w:tcPr>
            <w:tcW w:w="1962" w:type="dxa"/>
            <w:vAlign w:val="center"/>
          </w:tcPr>
          <w:p w14:paraId="2E4DA084" w14:textId="77777777" w:rsidR="007B6E39" w:rsidRPr="00C2644A" w:rsidRDefault="007B6E39" w:rsidP="00C264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644A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  <w:vAlign w:val="center"/>
          </w:tcPr>
          <w:p w14:paraId="7313B7F9" w14:textId="77777777" w:rsidR="007B6E39" w:rsidRPr="00C2644A" w:rsidRDefault="007B6E39" w:rsidP="00C264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644A">
              <w:rPr>
                <w:rFonts w:ascii="Corbel" w:hAnsi="Corbel"/>
                <w:b w:val="0"/>
                <w:smallCaps w:val="0"/>
                <w:szCs w:val="24"/>
              </w:rPr>
              <w:t>OBSERWACJA W TRAKCIE ZAJĘĆ, DYSKUSJA</w:t>
            </w:r>
          </w:p>
        </w:tc>
        <w:tc>
          <w:tcPr>
            <w:tcW w:w="2117" w:type="dxa"/>
            <w:vAlign w:val="center"/>
          </w:tcPr>
          <w:p w14:paraId="5685CB5C" w14:textId="77777777" w:rsidR="007B6E39" w:rsidRPr="00C2644A" w:rsidRDefault="007B6E39" w:rsidP="00C264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644A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</w:tbl>
    <w:p w14:paraId="0C51B22A" w14:textId="77777777" w:rsidR="00923D7D" w:rsidRPr="00C2644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2C9B2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B49BD6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18ECFD" w14:textId="77777777" w:rsidTr="2FF6B131">
        <w:tc>
          <w:tcPr>
            <w:tcW w:w="9670" w:type="dxa"/>
          </w:tcPr>
          <w:p w14:paraId="21154B40" w14:textId="67BAB312" w:rsidR="00447BF2" w:rsidRPr="00447BF2" w:rsidRDefault="00447BF2" w:rsidP="00C2644A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447BF2">
              <w:rPr>
                <w:rFonts w:ascii="Corbel" w:hAnsi="Corbel"/>
                <w:b w:val="0"/>
                <w:smallCaps w:val="0"/>
                <w:szCs w:val="24"/>
              </w:rPr>
              <w:t>Formą zaliczenia jest przygotowanie przez studenta samodzielnej pracy pisemnej oraz prezentacji multimedialnej na wyznaczony przez prowadzącego temat.</w:t>
            </w:r>
          </w:p>
          <w:p w14:paraId="48F48741" w14:textId="77777777" w:rsidR="00447BF2" w:rsidRPr="00447BF2" w:rsidRDefault="00447BF2" w:rsidP="00C2644A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447BF2">
              <w:rPr>
                <w:rFonts w:ascii="Corbel" w:hAnsi="Corbel"/>
                <w:b w:val="0"/>
                <w:smallCaps w:val="0"/>
                <w:szCs w:val="24"/>
              </w:rPr>
              <w:t>Kryteria oceny pracy/prezentacji: 70 pkt - merytoryczne (zgodność zaprezentowanej pracy z tematem, aktualność stanu prawnego, zasób i różnorodność zgromadzonych informacji, umiejętność ich analizy i formułowania wniosków) oraz 30 pkt - formalne (staranność wykonania i jego zgodność z postawionymi kryteriami (koniecznością wskazania wykorzystywanych literatury i źródeł, opracowanie pracy wg wytycznych przedstawionych przez prowadzącego).</w:t>
            </w:r>
          </w:p>
          <w:p w14:paraId="67F59A82" w14:textId="77777777" w:rsidR="00447BF2" w:rsidRPr="00447BF2" w:rsidRDefault="00447BF2" w:rsidP="00C2644A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447BF2">
              <w:rPr>
                <w:rFonts w:ascii="Corbel" w:hAnsi="Corbel"/>
                <w:b w:val="0"/>
                <w:smallCaps w:val="0"/>
                <w:szCs w:val="24"/>
              </w:rPr>
              <w:t>Punkty uzyskane za pracę i prezentację są przeliczane na procenty, którym odpowiadają oceny</w:t>
            </w:r>
          </w:p>
          <w:p w14:paraId="54355B85" w14:textId="77777777" w:rsidR="00447BF2" w:rsidRPr="00447BF2" w:rsidRDefault="00447BF2" w:rsidP="00C2644A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447BF2">
              <w:rPr>
                <w:rFonts w:ascii="Corbel" w:hAnsi="Corbel"/>
                <w:b w:val="0"/>
                <w:smallCaps w:val="0"/>
                <w:szCs w:val="24"/>
              </w:rPr>
              <w:t>- do 50% - niedostateczny,</w:t>
            </w:r>
          </w:p>
          <w:p w14:paraId="1E04E58B" w14:textId="77777777" w:rsidR="00447BF2" w:rsidRPr="00447BF2" w:rsidRDefault="00447BF2" w:rsidP="00C2644A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447BF2">
              <w:rPr>
                <w:rFonts w:ascii="Corbel" w:hAnsi="Corbel"/>
                <w:b w:val="0"/>
                <w:smallCaps w:val="0"/>
                <w:szCs w:val="24"/>
              </w:rPr>
              <w:t>- 51% - 60% - dostateczny,</w:t>
            </w:r>
          </w:p>
          <w:p w14:paraId="3CE6D25F" w14:textId="77777777" w:rsidR="00447BF2" w:rsidRPr="00447BF2" w:rsidRDefault="00447BF2" w:rsidP="00C2644A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447BF2">
              <w:rPr>
                <w:rFonts w:ascii="Corbel" w:hAnsi="Corbel"/>
                <w:b w:val="0"/>
                <w:smallCaps w:val="0"/>
                <w:szCs w:val="24"/>
              </w:rPr>
              <w:t>- 61% - 70% - dostateczny plus,</w:t>
            </w:r>
          </w:p>
          <w:p w14:paraId="7E216E49" w14:textId="77777777" w:rsidR="00447BF2" w:rsidRPr="00447BF2" w:rsidRDefault="00447BF2" w:rsidP="00C2644A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447BF2">
              <w:rPr>
                <w:rFonts w:ascii="Corbel" w:hAnsi="Corbel"/>
                <w:b w:val="0"/>
                <w:smallCaps w:val="0"/>
                <w:szCs w:val="24"/>
              </w:rPr>
              <w:t>- 71% - 80% - dobry,</w:t>
            </w:r>
          </w:p>
          <w:p w14:paraId="6390D650" w14:textId="77777777" w:rsidR="00447BF2" w:rsidRPr="00447BF2" w:rsidRDefault="00447BF2" w:rsidP="00C2644A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447BF2">
              <w:rPr>
                <w:rFonts w:ascii="Corbel" w:hAnsi="Corbel"/>
                <w:b w:val="0"/>
                <w:smallCaps w:val="0"/>
                <w:szCs w:val="24"/>
              </w:rPr>
              <w:t>- 81% - 90% - dobry plus,</w:t>
            </w:r>
          </w:p>
          <w:p w14:paraId="67756E64" w14:textId="467A9533" w:rsidR="0085747A" w:rsidRPr="009C54AE" w:rsidRDefault="00447BF2" w:rsidP="00C2644A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447BF2">
              <w:rPr>
                <w:rFonts w:ascii="Corbel" w:hAnsi="Corbel"/>
                <w:b w:val="0"/>
                <w:smallCaps w:val="0"/>
                <w:szCs w:val="24"/>
              </w:rPr>
              <w:t>- 91% - 100% - bardzo dobry.</w:t>
            </w:r>
          </w:p>
        </w:tc>
      </w:tr>
    </w:tbl>
    <w:p w14:paraId="1A4866A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D6E0E7" w14:textId="77777777" w:rsidR="00C2644A" w:rsidRDefault="00C2644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6696C5BE" w14:textId="234637C9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12D09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C54AE" w14:paraId="46F9AC19" w14:textId="77777777" w:rsidTr="00C2644A">
        <w:tc>
          <w:tcPr>
            <w:tcW w:w="5132" w:type="dxa"/>
            <w:vAlign w:val="center"/>
          </w:tcPr>
          <w:p w14:paraId="77C8C66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6C7105D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7E2CFF1" w14:textId="77777777" w:rsidTr="00C2644A">
        <w:tc>
          <w:tcPr>
            <w:tcW w:w="5132" w:type="dxa"/>
          </w:tcPr>
          <w:p w14:paraId="734C0E53" w14:textId="70597156" w:rsidR="0085747A" w:rsidRPr="009C54AE" w:rsidRDefault="00CC6B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6B09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388" w:type="dxa"/>
          </w:tcPr>
          <w:p w14:paraId="47CE7EC9" w14:textId="39685CA8" w:rsidR="0085747A" w:rsidRPr="009C54AE" w:rsidRDefault="00C4186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20 godz. </w:t>
            </w:r>
          </w:p>
        </w:tc>
      </w:tr>
      <w:tr w:rsidR="00C61DC5" w:rsidRPr="009C54AE" w14:paraId="6BFC7470" w14:textId="77777777" w:rsidTr="00C2644A">
        <w:tc>
          <w:tcPr>
            <w:tcW w:w="5132" w:type="dxa"/>
          </w:tcPr>
          <w:p w14:paraId="3350321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69F22A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42024421" w14:textId="10723F46" w:rsidR="00C61DC5" w:rsidRPr="009C54AE" w:rsidRDefault="00C4186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 godz.</w:t>
            </w:r>
          </w:p>
        </w:tc>
      </w:tr>
      <w:tr w:rsidR="00C61DC5" w:rsidRPr="009C54AE" w14:paraId="1273EA79" w14:textId="77777777" w:rsidTr="00C2644A">
        <w:tc>
          <w:tcPr>
            <w:tcW w:w="5132" w:type="dxa"/>
          </w:tcPr>
          <w:p w14:paraId="4F0BCD5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2D18F1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0C6B7BAA" w14:textId="7AF7A229" w:rsidR="00C61DC5" w:rsidRPr="009C54AE" w:rsidRDefault="44EE0F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2D4C07C">
              <w:rPr>
                <w:rFonts w:ascii="Corbel" w:hAnsi="Corbel"/>
                <w:sz w:val="24"/>
                <w:szCs w:val="24"/>
              </w:rPr>
              <w:t xml:space="preserve">52 </w:t>
            </w:r>
            <w:r w:rsidR="7749FA15" w:rsidRPr="32D4C07C">
              <w:rPr>
                <w:rFonts w:ascii="Corbel" w:hAnsi="Corbel"/>
                <w:sz w:val="24"/>
                <w:szCs w:val="24"/>
              </w:rPr>
              <w:t xml:space="preserve">godz. </w:t>
            </w:r>
          </w:p>
        </w:tc>
      </w:tr>
      <w:tr w:rsidR="0085747A" w:rsidRPr="009C54AE" w14:paraId="7E96EF4B" w14:textId="77777777" w:rsidTr="00C2644A">
        <w:trPr>
          <w:trHeight w:val="351"/>
        </w:trPr>
        <w:tc>
          <w:tcPr>
            <w:tcW w:w="5132" w:type="dxa"/>
          </w:tcPr>
          <w:p w14:paraId="03F6E2E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316B5B36" w14:textId="1B2E2C21" w:rsidR="0085747A" w:rsidRPr="009C54AE" w:rsidRDefault="3BA263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2D4C07C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0A9C766" w14:textId="77777777" w:rsidTr="00C2644A">
        <w:trPr>
          <w:trHeight w:val="351"/>
        </w:trPr>
        <w:tc>
          <w:tcPr>
            <w:tcW w:w="5132" w:type="dxa"/>
          </w:tcPr>
          <w:p w14:paraId="7F6717C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310890DA" w14:textId="00AD3CD1" w:rsidR="0085747A" w:rsidRPr="009C54AE" w:rsidRDefault="00C4186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C53637A" w14:textId="77777777" w:rsidR="0085747A" w:rsidRPr="009C54AE" w:rsidRDefault="00923D7D" w:rsidP="00C2644A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61C2DD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1767F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6FB9CC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85747A" w:rsidRPr="009C54AE" w14:paraId="5F9B3561" w14:textId="77777777" w:rsidTr="00C2644A">
        <w:trPr>
          <w:trHeight w:val="397"/>
        </w:trPr>
        <w:tc>
          <w:tcPr>
            <w:tcW w:w="3715" w:type="dxa"/>
          </w:tcPr>
          <w:p w14:paraId="2DB9A34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45B8DA4A" w14:textId="279D31E4" w:rsidR="0085747A" w:rsidRPr="009C54AE" w:rsidRDefault="659B9CF1" w:rsidP="32D4C0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2D4C07C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670A73B3" w14:textId="77777777" w:rsidTr="00C2644A">
        <w:trPr>
          <w:trHeight w:val="397"/>
        </w:trPr>
        <w:tc>
          <w:tcPr>
            <w:tcW w:w="3715" w:type="dxa"/>
          </w:tcPr>
          <w:p w14:paraId="605BA4A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36C963E7" w14:textId="4655275B" w:rsidR="0085747A" w:rsidRPr="009C54AE" w:rsidRDefault="791F8300" w:rsidP="32D4C0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2D4C07C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1705919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B009F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B7BA2C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</w:tblGrid>
      <w:tr w:rsidR="0085747A" w:rsidRPr="009C54AE" w14:paraId="1F94366F" w14:textId="77777777" w:rsidTr="00F95A40">
        <w:trPr>
          <w:trHeight w:val="397"/>
        </w:trPr>
        <w:tc>
          <w:tcPr>
            <w:tcW w:w="8788" w:type="dxa"/>
          </w:tcPr>
          <w:p w14:paraId="74544C15" w14:textId="77777777" w:rsidR="0085747A" w:rsidRDefault="0085747A" w:rsidP="00F95A40">
            <w:pPr>
              <w:pStyle w:val="Punktygwne"/>
              <w:spacing w:before="120" w:after="120"/>
              <w:rPr>
                <w:rFonts w:ascii="Corbel" w:hAnsi="Corbel"/>
                <w:bCs/>
                <w:smallCaps w:val="0"/>
              </w:rPr>
            </w:pPr>
            <w:r w:rsidRPr="32D4C07C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5C01C6D3" w14:textId="107BA2B1" w:rsidR="00640486" w:rsidRPr="00640486" w:rsidRDefault="00640486" w:rsidP="00F95A4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4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Sagan S., </w:t>
            </w:r>
            <w:proofErr w:type="spellStart"/>
            <w:r w:rsidRPr="006404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Serzhanova</w:t>
            </w:r>
            <w:proofErr w:type="spellEnd"/>
            <w:r w:rsidR="00D90B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V.</w:t>
            </w:r>
            <w:r w:rsidRPr="006404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Nauka o państwie współczesnym, Warszawa 2015.</w:t>
            </w:r>
          </w:p>
          <w:p w14:paraId="4B356238" w14:textId="1778C4B3" w:rsidR="00640486" w:rsidRDefault="00640486" w:rsidP="00F95A4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4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Systemy polityczne Europy Środkowej i Wschodniej: perspektywa porównawcza, red. A. Antoszewski, Wrocław 2006.</w:t>
            </w:r>
          </w:p>
          <w:p w14:paraId="0FC7B8D5" w14:textId="77777777" w:rsidR="00801CAA" w:rsidRPr="00801CAA" w:rsidRDefault="00801CAA" w:rsidP="00F95A4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C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Systemy polityczne. Podręcznik akademicki. Zagadnienia teoretyczne, red. M. </w:t>
            </w:r>
            <w:proofErr w:type="spellStart"/>
            <w:r w:rsidRPr="00801C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Bankowicz</w:t>
            </w:r>
            <w:proofErr w:type="spellEnd"/>
            <w:r w:rsidRPr="00801C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B. Kosowska-</w:t>
            </w:r>
            <w:proofErr w:type="spellStart"/>
            <w:r w:rsidRPr="00801C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Gąstoł</w:t>
            </w:r>
            <w:proofErr w:type="spellEnd"/>
            <w:r w:rsidRPr="00801C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2019.</w:t>
            </w:r>
          </w:p>
          <w:p w14:paraId="0F1EC7D8" w14:textId="6FAA28EE" w:rsidR="00801CAA" w:rsidRDefault="00801CAA" w:rsidP="00F95A4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01C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Konopelko</w:t>
            </w:r>
            <w:proofErr w:type="spellEnd"/>
            <w:r w:rsidR="00D90B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 w:rsidRPr="00801C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Wprowadzenie do teorii systemów politycznych, Białystok, 2010</w:t>
            </w:r>
          </w:p>
          <w:p w14:paraId="6819B988" w14:textId="0E2C24AC" w:rsidR="00640486" w:rsidRDefault="00640486" w:rsidP="00F95A4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4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Współczesne ustroje polityczne, red. M. Żmigrodzki, B. </w:t>
            </w:r>
            <w:proofErr w:type="spellStart"/>
            <w:r w:rsidRPr="006404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Dziemidok</w:t>
            </w:r>
            <w:proofErr w:type="spellEnd"/>
            <w:r w:rsidRPr="006404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-Olszewska, Warszawa 2013.</w:t>
            </w:r>
          </w:p>
          <w:p w14:paraId="11204F70" w14:textId="1249D0C9" w:rsidR="00801CAA" w:rsidRPr="009C54AE" w:rsidRDefault="00640486" w:rsidP="00F95A4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4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Żebrowski W.</w:t>
            </w:r>
            <w:r w:rsidR="00D90B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404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Współczesne systemy polityczne. Zarys teorii i praktyki w wybranych państwach świata, Olsztyn 2005.</w:t>
            </w:r>
          </w:p>
        </w:tc>
      </w:tr>
      <w:tr w:rsidR="0085747A" w:rsidRPr="009C54AE" w14:paraId="5303B63E" w14:textId="77777777" w:rsidTr="00F95A40">
        <w:trPr>
          <w:trHeight w:val="397"/>
        </w:trPr>
        <w:tc>
          <w:tcPr>
            <w:tcW w:w="8788" w:type="dxa"/>
          </w:tcPr>
          <w:p w14:paraId="5540613D" w14:textId="2C60112C" w:rsidR="0085747A" w:rsidRDefault="0085747A" w:rsidP="00F95A4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</w:rPr>
            </w:pPr>
            <w:r w:rsidRPr="32D4C07C">
              <w:rPr>
                <w:rFonts w:ascii="Corbel" w:hAnsi="Corbel"/>
                <w:bCs/>
                <w:smallCaps w:val="0"/>
              </w:rPr>
              <w:t>Literatura uzupełniająca:</w:t>
            </w:r>
            <w:r w:rsidRPr="32D4C07C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1F49CF1C" w14:textId="49732A44" w:rsidR="004F3C1D" w:rsidRDefault="004F3C1D" w:rsidP="00F95A4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4F3C1D">
              <w:rPr>
                <w:rFonts w:ascii="Corbel" w:hAnsi="Corbel"/>
                <w:b w:val="0"/>
                <w:smallCaps w:val="0"/>
                <w:szCs w:val="24"/>
              </w:rPr>
              <w:t>erzhanova</w:t>
            </w:r>
            <w:proofErr w:type="spellEnd"/>
            <w:r w:rsidRPr="004F3C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V., </w:t>
            </w:r>
            <w:r w:rsidRPr="004F3C1D">
              <w:rPr>
                <w:rFonts w:ascii="Corbel" w:hAnsi="Corbel"/>
                <w:b w:val="0"/>
                <w:smallCaps w:val="0"/>
                <w:szCs w:val="24"/>
              </w:rPr>
              <w:t>Kompetencje Adwokata Ludu w Rumunii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</w:t>
            </w:r>
            <w:proofErr w:type="spellStart"/>
            <w:r w:rsidRPr="004F3C1D">
              <w:rPr>
                <w:rFonts w:ascii="Corbel" w:hAnsi="Corbel"/>
                <w:b w:val="0"/>
                <w:smallCaps w:val="0"/>
                <w:szCs w:val="24"/>
              </w:rPr>
              <w:t>Journal</w:t>
            </w:r>
            <w:proofErr w:type="spellEnd"/>
            <w:r w:rsidRPr="004F3C1D">
              <w:rPr>
                <w:rFonts w:ascii="Corbel" w:hAnsi="Corbel"/>
                <w:b w:val="0"/>
                <w:smallCaps w:val="0"/>
                <w:szCs w:val="24"/>
              </w:rPr>
              <w:t xml:space="preserve"> of Modern Science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” 2015, nr 3. </w:t>
            </w:r>
          </w:p>
          <w:p w14:paraId="2C77D976" w14:textId="30876CEC" w:rsidR="004F3C1D" w:rsidRDefault="004F3C1D" w:rsidP="00F95A4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F3C1D">
              <w:rPr>
                <w:rFonts w:ascii="Corbel" w:hAnsi="Corbel"/>
                <w:b w:val="0"/>
                <w:smallCaps w:val="0"/>
                <w:szCs w:val="24"/>
              </w:rPr>
              <w:t>Serzhanova</w:t>
            </w:r>
            <w:proofErr w:type="spellEnd"/>
            <w:r w:rsidRPr="004F3C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V., </w:t>
            </w:r>
            <w:r w:rsidRPr="004F3C1D">
              <w:rPr>
                <w:rFonts w:ascii="Corbel" w:hAnsi="Corbel"/>
                <w:b w:val="0"/>
                <w:smallCaps w:val="0"/>
                <w:szCs w:val="24"/>
              </w:rPr>
              <w:t>Organizacja instytucji Adwokata Ludu w Rumunii</w:t>
            </w:r>
            <w:r w:rsidR="00C00012">
              <w:rPr>
                <w:rFonts w:ascii="Corbel" w:hAnsi="Corbel"/>
                <w:b w:val="0"/>
                <w:smallCaps w:val="0"/>
                <w:szCs w:val="24"/>
              </w:rPr>
              <w:t>, „</w:t>
            </w:r>
            <w:proofErr w:type="spellStart"/>
            <w:r w:rsidRPr="004F3C1D">
              <w:rPr>
                <w:rFonts w:ascii="Corbel" w:hAnsi="Corbel"/>
                <w:b w:val="0"/>
                <w:smallCaps w:val="0"/>
                <w:szCs w:val="24"/>
              </w:rPr>
              <w:t>Journal</w:t>
            </w:r>
            <w:proofErr w:type="spellEnd"/>
            <w:r w:rsidRPr="004F3C1D">
              <w:rPr>
                <w:rFonts w:ascii="Corbel" w:hAnsi="Corbel"/>
                <w:b w:val="0"/>
                <w:smallCaps w:val="0"/>
                <w:szCs w:val="24"/>
              </w:rPr>
              <w:t xml:space="preserve"> of Modern Science</w:t>
            </w:r>
            <w:r w:rsidR="00C00012">
              <w:rPr>
                <w:rFonts w:ascii="Corbel" w:hAnsi="Corbel"/>
                <w:b w:val="0"/>
                <w:smallCaps w:val="0"/>
                <w:szCs w:val="24"/>
              </w:rPr>
              <w:t xml:space="preserve">” 2015, nr 4. </w:t>
            </w:r>
          </w:p>
          <w:p w14:paraId="0FB894B4" w14:textId="57EF0C8A" w:rsidR="00640486" w:rsidRPr="00295183" w:rsidRDefault="2C79E87E" w:rsidP="00F95A4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4FE4258A">
              <w:rPr>
                <w:rFonts w:ascii="Calibri" w:eastAsia="Times New Roman" w:hAnsi="Calibri" w:cs="Calibri"/>
                <w:b w:val="0"/>
                <w:smallCaps w:val="0"/>
                <w:color w:val="000000"/>
                <w:bdr w:val="none" w:sz="0" w:space="0" w:color="auto" w:frame="1"/>
                <w:shd w:val="clear" w:color="auto" w:fill="FFFFFF"/>
                <w:lang w:eastAsia="pl-PL"/>
              </w:rPr>
              <w:t>Serzhanova</w:t>
            </w:r>
            <w:proofErr w:type="spellEnd"/>
            <w:r w:rsidRPr="4FE4258A">
              <w:rPr>
                <w:rFonts w:ascii="Calibri" w:eastAsia="Times New Roman" w:hAnsi="Calibri" w:cs="Calibri"/>
                <w:b w:val="0"/>
                <w:smallCaps w:val="0"/>
                <w:color w:val="000000"/>
                <w:bdr w:val="none" w:sz="0" w:space="0" w:color="auto" w:frame="1"/>
                <w:shd w:val="clear" w:color="auto" w:fill="FFFFFF"/>
                <w:lang w:eastAsia="pl-PL"/>
              </w:rPr>
              <w:t xml:space="preserve"> V., Wilk J., Nowak K., Plis J. (red.), Problem państw nieuznawanych we współczesnym świecie, Warszawa 2019.</w:t>
            </w:r>
          </w:p>
          <w:p w14:paraId="1832896A" w14:textId="3BA65889" w:rsidR="00640486" w:rsidRPr="00F95A40" w:rsidRDefault="5970708B" w:rsidP="00F95A4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</w:rPr>
            </w:pPr>
            <w:r w:rsidRPr="00F95A40">
              <w:rPr>
                <w:rFonts w:ascii="Corbel" w:hAnsi="Corbel"/>
                <w:b w:val="0"/>
                <w:smallCaps w:val="0"/>
                <w:color w:val="000000" w:themeColor="text1"/>
              </w:rPr>
              <w:t>Konstytucja Republiki Kosowa,</w:t>
            </w:r>
            <w:r w:rsidR="77326B1D" w:rsidRPr="00F95A4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wstęp i tłumaczenie, K. Nowak, </w:t>
            </w:r>
            <w:r w:rsidRPr="00F95A4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Rzeszów 2010. </w:t>
            </w:r>
          </w:p>
          <w:p w14:paraId="6BEA3901" w14:textId="78BCE7EE" w:rsidR="00987B8B" w:rsidRPr="00F95A40" w:rsidRDefault="00987B8B" w:rsidP="00F95A40">
            <w:pPr>
              <w:pStyle w:val="Punktygwne"/>
              <w:spacing w:before="120" w:after="12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95A4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 xml:space="preserve">Nowak K., O ustroju Gagauzji - przyczynek do dyskusji „Roczniki Administracji i Prawa” 2019, t . spec., nr 19. </w:t>
            </w:r>
          </w:p>
          <w:p w14:paraId="356B8F06" w14:textId="4E092E89" w:rsidR="00615832" w:rsidRPr="00F95A40" w:rsidRDefault="00615832" w:rsidP="00F95A40">
            <w:pPr>
              <w:pStyle w:val="Punktygwne"/>
              <w:spacing w:before="120" w:after="12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F95A4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Nowak K., The Constitutional Court of Kosovo - Introductory Remarks, „</w:t>
            </w:r>
            <w:proofErr w:type="spellStart"/>
            <w:r w:rsidRPr="00F95A4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Przegląd</w:t>
            </w:r>
            <w:proofErr w:type="spellEnd"/>
            <w:r w:rsidRPr="00F95A4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Prawa </w:t>
            </w:r>
            <w:proofErr w:type="spellStart"/>
            <w:r w:rsidRPr="00F95A4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Konstytucyjnego</w:t>
            </w:r>
            <w:proofErr w:type="spellEnd"/>
            <w:r w:rsidRPr="00F95A4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” 2020, nr 6. </w:t>
            </w:r>
          </w:p>
          <w:p w14:paraId="32A74C20" w14:textId="720B4539" w:rsidR="00640486" w:rsidRPr="00F95A40" w:rsidRDefault="00640486" w:rsidP="00F95A40">
            <w:pPr>
              <w:pStyle w:val="Punktygwne"/>
              <w:spacing w:before="120" w:after="12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95A4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Seria Systemy konstytucyjne świata, Wydawnictwo Sejmowe:</w:t>
            </w:r>
          </w:p>
          <w:p w14:paraId="0725F298" w14:textId="77777777" w:rsidR="00E94687" w:rsidRPr="00F95A40" w:rsidRDefault="00640486" w:rsidP="00F95A40">
            <w:pPr>
              <w:pStyle w:val="Punktygwne"/>
              <w:spacing w:before="120" w:after="12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95A4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J. </w:t>
            </w:r>
            <w:proofErr w:type="spellStart"/>
            <w:r w:rsidRPr="00F95A4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Wojnacki</w:t>
            </w:r>
            <w:proofErr w:type="spellEnd"/>
            <w:r w:rsidRPr="00F95A4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System konstytucyjny Albanii,</w:t>
            </w:r>
          </w:p>
          <w:p w14:paraId="6C08B666" w14:textId="77777777" w:rsidR="00E94687" w:rsidRPr="00F95A40" w:rsidRDefault="00640486" w:rsidP="00F95A40">
            <w:pPr>
              <w:pStyle w:val="Punktygwne"/>
              <w:spacing w:before="120" w:after="12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95A4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Grzybowski, J. Karp: System konstytucyjny Bułgarii, </w:t>
            </w:r>
          </w:p>
          <w:p w14:paraId="312BEEF3" w14:textId="77777777" w:rsidR="00E94687" w:rsidRPr="00F95A40" w:rsidRDefault="00640486" w:rsidP="00F95A40">
            <w:pPr>
              <w:pStyle w:val="Punktygwne"/>
              <w:spacing w:before="120" w:after="12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95A4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M. Grzybowski, J. Karp: System konstytucyjny Chorwacji,</w:t>
            </w:r>
          </w:p>
          <w:p w14:paraId="682EC379" w14:textId="0CCDB6F8" w:rsidR="00E94687" w:rsidRPr="00F95A40" w:rsidRDefault="00640486" w:rsidP="00F95A40">
            <w:pPr>
              <w:pStyle w:val="Punktygwne"/>
              <w:spacing w:before="120" w:after="12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95A4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K. </w:t>
            </w:r>
            <w:proofErr w:type="spellStart"/>
            <w:r w:rsidRPr="00F95A4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Skotonicki</w:t>
            </w:r>
            <w:proofErr w:type="spellEnd"/>
            <w:r w:rsidRPr="00F95A4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: System konstytucyjny Czech, </w:t>
            </w:r>
          </w:p>
          <w:p w14:paraId="4C6991E5" w14:textId="77777777" w:rsidR="00E94687" w:rsidRPr="00F95A40" w:rsidRDefault="00640486" w:rsidP="00F95A40">
            <w:pPr>
              <w:pStyle w:val="Punktygwne"/>
              <w:spacing w:before="120" w:after="12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95A4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A. Głowacki: System konstytucyjny Holandii, </w:t>
            </w:r>
          </w:p>
          <w:p w14:paraId="57202357" w14:textId="4AF10A1B" w:rsidR="00640486" w:rsidRPr="00F95A40" w:rsidRDefault="00640486" w:rsidP="00F95A40">
            <w:pPr>
              <w:pStyle w:val="Punktygwne"/>
              <w:spacing w:before="120" w:after="12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95A4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W. Brodziński: System konstytucyjny Rumunii, J. Wojnicki: System konstytucyjny Serbii i Czarnogóry, Z. Czeszejko-Sochacki: System konstytucyjny Szwajcarii, P. </w:t>
            </w:r>
            <w:proofErr w:type="spellStart"/>
            <w:r w:rsidRPr="00F95A4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Mikuli</w:t>
            </w:r>
            <w:proofErr w:type="spellEnd"/>
            <w:r w:rsidRPr="00F95A4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: System konstytucyjny Słowenii, A. Szymański: System konstytucyjny Turcji, </w:t>
            </w:r>
            <w:r w:rsidR="00F95A4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</w:r>
            <w:r w:rsidRPr="00F95A4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E. Zieliński: System konstytucyjny Ukrainy, Z. Witkowski: System konstytucyjny Włoch, W. Brodziński: System konstytucyjny Węgier, M. Grzybowski: Systemy konstytucyjne państw skandynawskich, J. Zieliński: Systemy konstytucyjne Łotwy, Estonii i Litwy</w:t>
            </w:r>
          </w:p>
          <w:p w14:paraId="13F90363" w14:textId="06F8B7E5" w:rsidR="00640486" w:rsidRPr="009C54AE" w:rsidRDefault="00640486" w:rsidP="00F95A40">
            <w:pPr>
              <w:pStyle w:val="Punktygwne"/>
              <w:spacing w:before="120" w:after="12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95A4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Serie: Konstytucje świata oraz Parlamenty świata, Wydawnictwo Sejmowe.</w:t>
            </w:r>
          </w:p>
        </w:tc>
      </w:tr>
    </w:tbl>
    <w:p w14:paraId="50735B1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79D0D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E2C5B" w14:textId="77777777" w:rsidR="00E11E2B" w:rsidRDefault="00E11E2B" w:rsidP="00C16ABF">
      <w:pPr>
        <w:spacing w:after="0" w:line="240" w:lineRule="auto"/>
      </w:pPr>
      <w:r>
        <w:separator/>
      </w:r>
    </w:p>
  </w:endnote>
  <w:endnote w:type="continuationSeparator" w:id="0">
    <w:p w14:paraId="7725C118" w14:textId="77777777" w:rsidR="00E11E2B" w:rsidRDefault="00E11E2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DBC9A7" w14:textId="77777777" w:rsidR="00E11E2B" w:rsidRDefault="00E11E2B" w:rsidP="00C16ABF">
      <w:pPr>
        <w:spacing w:after="0" w:line="240" w:lineRule="auto"/>
      </w:pPr>
      <w:r>
        <w:separator/>
      </w:r>
    </w:p>
  </w:footnote>
  <w:footnote w:type="continuationSeparator" w:id="0">
    <w:p w14:paraId="2EB9F930" w14:textId="77777777" w:rsidR="00E11E2B" w:rsidRDefault="00E11E2B" w:rsidP="00C16ABF">
      <w:pPr>
        <w:spacing w:after="0" w:line="240" w:lineRule="auto"/>
      </w:pPr>
      <w:r>
        <w:continuationSeparator/>
      </w:r>
    </w:p>
  </w:footnote>
  <w:footnote w:id="1">
    <w:p w14:paraId="355E9B95" w14:textId="77777777" w:rsidR="00A4442A" w:rsidRDefault="00A4442A" w:rsidP="00A4442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D10C41"/>
    <w:multiLevelType w:val="hybridMultilevel"/>
    <w:tmpl w:val="DC16F0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EE2C57"/>
    <w:multiLevelType w:val="hybridMultilevel"/>
    <w:tmpl w:val="6CC2A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FD3827"/>
    <w:multiLevelType w:val="hybridMultilevel"/>
    <w:tmpl w:val="DC16F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5329759">
    <w:abstractNumId w:val="0"/>
  </w:num>
  <w:num w:numId="2" w16cid:durableId="1508403187">
    <w:abstractNumId w:val="3"/>
  </w:num>
  <w:num w:numId="3" w16cid:durableId="230121055">
    <w:abstractNumId w:val="1"/>
  </w:num>
  <w:num w:numId="4" w16cid:durableId="15546146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3FEF"/>
    <w:rsid w:val="000048FD"/>
    <w:rsid w:val="000077B4"/>
    <w:rsid w:val="00015B8F"/>
    <w:rsid w:val="00022ECE"/>
    <w:rsid w:val="00042A51"/>
    <w:rsid w:val="00042D2E"/>
    <w:rsid w:val="00044C82"/>
    <w:rsid w:val="00050035"/>
    <w:rsid w:val="00053095"/>
    <w:rsid w:val="000702BF"/>
    <w:rsid w:val="00070ED6"/>
    <w:rsid w:val="000742DC"/>
    <w:rsid w:val="00084C12"/>
    <w:rsid w:val="0009462C"/>
    <w:rsid w:val="00094B12"/>
    <w:rsid w:val="00096C46"/>
    <w:rsid w:val="000A296F"/>
    <w:rsid w:val="000A2A28"/>
    <w:rsid w:val="000A2FAC"/>
    <w:rsid w:val="000A3CDF"/>
    <w:rsid w:val="000A727A"/>
    <w:rsid w:val="000B192D"/>
    <w:rsid w:val="000B28EE"/>
    <w:rsid w:val="000B3E37"/>
    <w:rsid w:val="000D04B0"/>
    <w:rsid w:val="000F1C57"/>
    <w:rsid w:val="000F5615"/>
    <w:rsid w:val="00105C1A"/>
    <w:rsid w:val="0011188D"/>
    <w:rsid w:val="00124BFF"/>
    <w:rsid w:val="0012560E"/>
    <w:rsid w:val="00127108"/>
    <w:rsid w:val="00134833"/>
    <w:rsid w:val="00134B13"/>
    <w:rsid w:val="00146BC0"/>
    <w:rsid w:val="00153C41"/>
    <w:rsid w:val="00154381"/>
    <w:rsid w:val="0015467D"/>
    <w:rsid w:val="001640A7"/>
    <w:rsid w:val="00164FA7"/>
    <w:rsid w:val="00166A03"/>
    <w:rsid w:val="001718A7"/>
    <w:rsid w:val="00172B7C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16D02"/>
    <w:rsid w:val="0022477D"/>
    <w:rsid w:val="002278A9"/>
    <w:rsid w:val="002336F9"/>
    <w:rsid w:val="0024028F"/>
    <w:rsid w:val="00242AB4"/>
    <w:rsid w:val="00244ABC"/>
    <w:rsid w:val="0024788C"/>
    <w:rsid w:val="002534BB"/>
    <w:rsid w:val="00276F45"/>
    <w:rsid w:val="00281FF2"/>
    <w:rsid w:val="002857DE"/>
    <w:rsid w:val="00291567"/>
    <w:rsid w:val="00295183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031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777A"/>
    <w:rsid w:val="003A0A5B"/>
    <w:rsid w:val="003A1176"/>
    <w:rsid w:val="003C0BAE"/>
    <w:rsid w:val="003D18A9"/>
    <w:rsid w:val="003D6286"/>
    <w:rsid w:val="003D6CE2"/>
    <w:rsid w:val="003E1228"/>
    <w:rsid w:val="003E1941"/>
    <w:rsid w:val="003E2FE6"/>
    <w:rsid w:val="003E49D5"/>
    <w:rsid w:val="003F205D"/>
    <w:rsid w:val="003F38C0"/>
    <w:rsid w:val="00404378"/>
    <w:rsid w:val="00414E3C"/>
    <w:rsid w:val="0042244A"/>
    <w:rsid w:val="0042745A"/>
    <w:rsid w:val="00431D5C"/>
    <w:rsid w:val="004344C3"/>
    <w:rsid w:val="004362C6"/>
    <w:rsid w:val="00437FA2"/>
    <w:rsid w:val="00445970"/>
    <w:rsid w:val="00447BF2"/>
    <w:rsid w:val="00461EFC"/>
    <w:rsid w:val="004652C2"/>
    <w:rsid w:val="004706D1"/>
    <w:rsid w:val="00471326"/>
    <w:rsid w:val="0047598D"/>
    <w:rsid w:val="004840FD"/>
    <w:rsid w:val="00490F7D"/>
    <w:rsid w:val="00491678"/>
    <w:rsid w:val="004934B0"/>
    <w:rsid w:val="004968E2"/>
    <w:rsid w:val="004A3EEA"/>
    <w:rsid w:val="004A4D1F"/>
    <w:rsid w:val="004D5282"/>
    <w:rsid w:val="004F1551"/>
    <w:rsid w:val="004F2F69"/>
    <w:rsid w:val="004F3C1D"/>
    <w:rsid w:val="004F55A3"/>
    <w:rsid w:val="0050496F"/>
    <w:rsid w:val="00513B6F"/>
    <w:rsid w:val="00517C63"/>
    <w:rsid w:val="005359C5"/>
    <w:rsid w:val="005363C4"/>
    <w:rsid w:val="00536BDE"/>
    <w:rsid w:val="00542D2A"/>
    <w:rsid w:val="00543ACC"/>
    <w:rsid w:val="0056696D"/>
    <w:rsid w:val="00570A25"/>
    <w:rsid w:val="0059484D"/>
    <w:rsid w:val="005A0855"/>
    <w:rsid w:val="005A133C"/>
    <w:rsid w:val="005A3196"/>
    <w:rsid w:val="005B5B0C"/>
    <w:rsid w:val="005C080F"/>
    <w:rsid w:val="005C55E5"/>
    <w:rsid w:val="005C696A"/>
    <w:rsid w:val="005E6E85"/>
    <w:rsid w:val="005F31D2"/>
    <w:rsid w:val="0061029B"/>
    <w:rsid w:val="00615832"/>
    <w:rsid w:val="00617230"/>
    <w:rsid w:val="00621CE1"/>
    <w:rsid w:val="00627FC9"/>
    <w:rsid w:val="00632D06"/>
    <w:rsid w:val="00640486"/>
    <w:rsid w:val="00647FA8"/>
    <w:rsid w:val="00650C5F"/>
    <w:rsid w:val="00654934"/>
    <w:rsid w:val="006620D9"/>
    <w:rsid w:val="00671958"/>
    <w:rsid w:val="00675843"/>
    <w:rsid w:val="00696477"/>
    <w:rsid w:val="006B1D85"/>
    <w:rsid w:val="006C3B1E"/>
    <w:rsid w:val="006D050F"/>
    <w:rsid w:val="006D6139"/>
    <w:rsid w:val="006E5D65"/>
    <w:rsid w:val="006E7418"/>
    <w:rsid w:val="006E773C"/>
    <w:rsid w:val="006F1282"/>
    <w:rsid w:val="006F1FBC"/>
    <w:rsid w:val="006F31E2"/>
    <w:rsid w:val="00706544"/>
    <w:rsid w:val="007072BA"/>
    <w:rsid w:val="0071620A"/>
    <w:rsid w:val="00724677"/>
    <w:rsid w:val="00725459"/>
    <w:rsid w:val="007322D4"/>
    <w:rsid w:val="007327BD"/>
    <w:rsid w:val="0073303B"/>
    <w:rsid w:val="00734608"/>
    <w:rsid w:val="00740340"/>
    <w:rsid w:val="00745302"/>
    <w:rsid w:val="0074592F"/>
    <w:rsid w:val="007461D6"/>
    <w:rsid w:val="00746EC8"/>
    <w:rsid w:val="00763BF1"/>
    <w:rsid w:val="00766FD4"/>
    <w:rsid w:val="00776F46"/>
    <w:rsid w:val="0078168C"/>
    <w:rsid w:val="00787C2A"/>
    <w:rsid w:val="00790E27"/>
    <w:rsid w:val="007A4022"/>
    <w:rsid w:val="007A6E6E"/>
    <w:rsid w:val="007B6E39"/>
    <w:rsid w:val="007C2AF5"/>
    <w:rsid w:val="007C3299"/>
    <w:rsid w:val="007C3BCC"/>
    <w:rsid w:val="007C4546"/>
    <w:rsid w:val="007D6E56"/>
    <w:rsid w:val="007F4155"/>
    <w:rsid w:val="00801CAA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F27"/>
    <w:rsid w:val="00916188"/>
    <w:rsid w:val="00923D7D"/>
    <w:rsid w:val="00943AC8"/>
    <w:rsid w:val="009508DF"/>
    <w:rsid w:val="00950DAC"/>
    <w:rsid w:val="00954A07"/>
    <w:rsid w:val="00987B8B"/>
    <w:rsid w:val="00997181"/>
    <w:rsid w:val="00997F14"/>
    <w:rsid w:val="009A4E22"/>
    <w:rsid w:val="009A5375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6FDE"/>
    <w:rsid w:val="00A155EE"/>
    <w:rsid w:val="00A2245B"/>
    <w:rsid w:val="00A30110"/>
    <w:rsid w:val="00A36899"/>
    <w:rsid w:val="00A371F6"/>
    <w:rsid w:val="00A43BF6"/>
    <w:rsid w:val="00A4442A"/>
    <w:rsid w:val="00A53FA5"/>
    <w:rsid w:val="00A54817"/>
    <w:rsid w:val="00A601C8"/>
    <w:rsid w:val="00A60799"/>
    <w:rsid w:val="00A81F42"/>
    <w:rsid w:val="00A84C85"/>
    <w:rsid w:val="00A97DE1"/>
    <w:rsid w:val="00AB053C"/>
    <w:rsid w:val="00AB5D47"/>
    <w:rsid w:val="00AC1281"/>
    <w:rsid w:val="00AD0CE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3F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237"/>
    <w:rsid w:val="00B86750"/>
    <w:rsid w:val="00B90885"/>
    <w:rsid w:val="00BB520A"/>
    <w:rsid w:val="00BC0BC9"/>
    <w:rsid w:val="00BD3869"/>
    <w:rsid w:val="00BD66E9"/>
    <w:rsid w:val="00BD6FF4"/>
    <w:rsid w:val="00BF2C41"/>
    <w:rsid w:val="00C00012"/>
    <w:rsid w:val="00C02522"/>
    <w:rsid w:val="00C058B4"/>
    <w:rsid w:val="00C05F44"/>
    <w:rsid w:val="00C10C04"/>
    <w:rsid w:val="00C131B5"/>
    <w:rsid w:val="00C16ABF"/>
    <w:rsid w:val="00C170AE"/>
    <w:rsid w:val="00C22576"/>
    <w:rsid w:val="00C2644A"/>
    <w:rsid w:val="00C26CB7"/>
    <w:rsid w:val="00C324C1"/>
    <w:rsid w:val="00C36992"/>
    <w:rsid w:val="00C4186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6B0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B14"/>
    <w:rsid w:val="00DA2114"/>
    <w:rsid w:val="00DE09C0"/>
    <w:rsid w:val="00DE4A14"/>
    <w:rsid w:val="00DF320D"/>
    <w:rsid w:val="00DF71C8"/>
    <w:rsid w:val="00E058CD"/>
    <w:rsid w:val="00E11E2B"/>
    <w:rsid w:val="00E129B8"/>
    <w:rsid w:val="00E21E7D"/>
    <w:rsid w:val="00E22FBC"/>
    <w:rsid w:val="00E24BF5"/>
    <w:rsid w:val="00E25338"/>
    <w:rsid w:val="00E46692"/>
    <w:rsid w:val="00E51E44"/>
    <w:rsid w:val="00E52197"/>
    <w:rsid w:val="00E63348"/>
    <w:rsid w:val="00E742AA"/>
    <w:rsid w:val="00E77E88"/>
    <w:rsid w:val="00E8107D"/>
    <w:rsid w:val="00E94687"/>
    <w:rsid w:val="00E960BB"/>
    <w:rsid w:val="00EA2074"/>
    <w:rsid w:val="00EA4832"/>
    <w:rsid w:val="00EA4E9D"/>
    <w:rsid w:val="00EB7932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69D4"/>
    <w:rsid w:val="00F7066B"/>
    <w:rsid w:val="00F83B28"/>
    <w:rsid w:val="00F91F01"/>
    <w:rsid w:val="00F95A40"/>
    <w:rsid w:val="00F974DA"/>
    <w:rsid w:val="00FA46E5"/>
    <w:rsid w:val="00FB2CA0"/>
    <w:rsid w:val="00FB7DBA"/>
    <w:rsid w:val="00FC1C25"/>
    <w:rsid w:val="00FC3F45"/>
    <w:rsid w:val="00FD503F"/>
    <w:rsid w:val="00FD7589"/>
    <w:rsid w:val="00FF016A"/>
    <w:rsid w:val="00FF1401"/>
    <w:rsid w:val="00FF5E7D"/>
    <w:rsid w:val="0239960E"/>
    <w:rsid w:val="1EAC615A"/>
    <w:rsid w:val="2C79E87E"/>
    <w:rsid w:val="2FF6B131"/>
    <w:rsid w:val="3214E422"/>
    <w:rsid w:val="32D4C07C"/>
    <w:rsid w:val="347090DD"/>
    <w:rsid w:val="349BD2A4"/>
    <w:rsid w:val="39440200"/>
    <w:rsid w:val="3BA263F8"/>
    <w:rsid w:val="3C250B54"/>
    <w:rsid w:val="44EE0F8A"/>
    <w:rsid w:val="4AFDE3B1"/>
    <w:rsid w:val="4CAC84C8"/>
    <w:rsid w:val="4FE4258A"/>
    <w:rsid w:val="5970708B"/>
    <w:rsid w:val="62E56754"/>
    <w:rsid w:val="659B9CF1"/>
    <w:rsid w:val="6744256E"/>
    <w:rsid w:val="6CC0E7FD"/>
    <w:rsid w:val="6DD5034C"/>
    <w:rsid w:val="77326B1D"/>
    <w:rsid w:val="7749FA15"/>
    <w:rsid w:val="791F8300"/>
    <w:rsid w:val="7BD58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93146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6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26F8F-66F0-4652-8EBA-4999B3126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1294</Words>
  <Characters>7769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7</cp:revision>
  <cp:lastPrinted>2025-10-17T08:45:00Z</cp:lastPrinted>
  <dcterms:created xsi:type="dcterms:W3CDTF">2025-09-13T05:32:00Z</dcterms:created>
  <dcterms:modified xsi:type="dcterms:W3CDTF">2025-10-17T08:45:00Z</dcterms:modified>
</cp:coreProperties>
</file>